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C5CD09" w14:textId="7AD88C68" w:rsidR="001177B5" w:rsidRPr="00311E5D" w:rsidRDefault="00B84C53" w:rsidP="00E87687">
      <w:pPr>
        <w:wordWrap w:val="0"/>
        <w:spacing w:line="320" w:lineRule="exact"/>
        <w:jc w:val="right"/>
        <w:outlineLvl w:val="0"/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</w:pPr>
      <w:r w:rsidRPr="00311E5D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 xml:space="preserve">　</w:t>
      </w:r>
      <w:bookmarkStart w:id="0" w:name="_GoBack"/>
      <w:bookmarkEnd w:id="0"/>
      <w:r w:rsidR="001177B5" w:rsidRPr="00311E5D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 xml:space="preserve">　　　　　　　　　　　　　</w:t>
      </w:r>
    </w:p>
    <w:p w14:paraId="3C7BE6FF" w14:textId="4257C669" w:rsidR="00FB7CCC" w:rsidRPr="00311E5D" w:rsidRDefault="00C2242F" w:rsidP="001177B5">
      <w:pPr>
        <w:spacing w:line="320" w:lineRule="exact"/>
        <w:jc w:val="right"/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</w:pPr>
      <w:r w:rsidRPr="00311E5D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新潟大学医歯学総合病院</w:t>
      </w:r>
    </w:p>
    <w:p w14:paraId="78599675" w14:textId="689238AF" w:rsidR="00C2242F" w:rsidRPr="00311E5D" w:rsidRDefault="002D29AE" w:rsidP="001177B5">
      <w:pPr>
        <w:spacing w:line="320" w:lineRule="exact"/>
        <w:jc w:val="center"/>
        <w:rPr>
          <w:rFonts w:ascii="ＭＳ Ｐゴシック" w:eastAsia="ＭＳ Ｐゴシック" w:hAnsi="ＭＳ Ｐゴシック"/>
          <w:color w:val="000000" w:themeColor="text1"/>
          <w:sz w:val="28"/>
          <w:szCs w:val="28"/>
        </w:rPr>
      </w:pPr>
      <w:r w:rsidRPr="00311E5D">
        <w:rPr>
          <w:rFonts w:ascii="ＭＳ Ｐゴシック" w:eastAsia="ＭＳ Ｐゴシック" w:hAnsi="ＭＳ Ｐゴシック" w:hint="eastAsia"/>
          <w:color w:val="000000" w:themeColor="text1"/>
          <w:sz w:val="28"/>
          <w:szCs w:val="28"/>
        </w:rPr>
        <w:t>診療</w:t>
      </w:r>
      <w:r w:rsidR="00C818E7" w:rsidRPr="00311E5D">
        <w:rPr>
          <w:rFonts w:ascii="ＭＳ Ｐゴシック" w:eastAsia="ＭＳ Ｐゴシック" w:hAnsi="ＭＳ Ｐゴシック"/>
          <w:color w:val="000000" w:themeColor="text1"/>
          <w:sz w:val="28"/>
          <w:szCs w:val="28"/>
        </w:rPr>
        <w:t>に関する</w:t>
      </w:r>
      <w:r w:rsidR="00C2242F" w:rsidRPr="00311E5D">
        <w:rPr>
          <w:rFonts w:ascii="ＭＳ Ｐゴシック" w:eastAsia="ＭＳ Ｐゴシック" w:hAnsi="ＭＳ Ｐゴシック" w:hint="eastAsia"/>
          <w:color w:val="000000" w:themeColor="text1"/>
          <w:sz w:val="28"/>
          <w:szCs w:val="28"/>
        </w:rPr>
        <w:t>同意書</w:t>
      </w:r>
    </w:p>
    <w:p w14:paraId="1FEDEDD5" w14:textId="3E65F5C7" w:rsidR="00C2242F" w:rsidRPr="00311E5D" w:rsidRDefault="00A4518A" w:rsidP="001177B5">
      <w:pPr>
        <w:spacing w:line="320" w:lineRule="exact"/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</w:pPr>
      <w:r w:rsidRPr="00311E5D">
        <w:rPr>
          <w:rFonts w:ascii="ＭＳ Ｐゴシック" w:eastAsia="ＭＳ Ｐゴシック" w:hAnsi="ＭＳ Ｐゴシック"/>
          <w:noProof/>
          <w:color w:val="000000" w:themeColor="text1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6189" behindDoc="1" locked="0" layoutInCell="1" allowOverlap="1" wp14:anchorId="7FE5A8C1" wp14:editId="2A979315">
                <wp:simplePos x="0" y="0"/>
                <wp:positionH relativeFrom="column">
                  <wp:posOffset>-109371</wp:posOffset>
                </wp:positionH>
                <wp:positionV relativeFrom="paragraph">
                  <wp:posOffset>118863</wp:posOffset>
                </wp:positionV>
                <wp:extent cx="6248400" cy="8827129"/>
                <wp:effectExtent l="0" t="0" r="12700" b="1270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8400" cy="882712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CE3C18" id="正方形/長方形 2" o:spid="_x0000_s1026" style="position:absolute;left:0;text-align:left;margin-left:-8.6pt;margin-top:9.35pt;width:492pt;height:695.05pt;z-index:-2516602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" filled="f" strokecolor="black [3213]"/>
            </w:pict>
          </mc:Fallback>
        </mc:AlternateContent>
      </w:r>
    </w:p>
    <w:p w14:paraId="056A71CE" w14:textId="77777777" w:rsidR="004B70EF" w:rsidRDefault="004B70EF" w:rsidP="00100926">
      <w:pPr>
        <w:spacing w:line="320" w:lineRule="exact"/>
        <w:jc w:val="left"/>
        <w:rPr>
          <w:rFonts w:ascii="ＭＳ Ｐゴシック" w:eastAsia="ＭＳ Ｐゴシック" w:hAnsi="ＭＳ Ｐゴシック"/>
          <w:color w:val="000000" w:themeColor="text1"/>
        </w:rPr>
      </w:pPr>
    </w:p>
    <w:p w14:paraId="46D6B5FE" w14:textId="09B769D1" w:rsidR="00100926" w:rsidRPr="00311E5D" w:rsidRDefault="003D65C4" w:rsidP="00100926">
      <w:pPr>
        <w:spacing w:line="320" w:lineRule="exact"/>
        <w:jc w:val="left"/>
        <w:rPr>
          <w:rFonts w:ascii="ＭＳ Ｐゴシック" w:eastAsia="ＭＳ Ｐゴシック" w:hAnsi="ＭＳ Ｐゴシック"/>
          <w:color w:val="000000" w:themeColor="text1"/>
          <w:u w:val="thick"/>
        </w:rPr>
      </w:pPr>
      <w:r w:rsidRPr="00311E5D">
        <w:rPr>
          <w:rFonts w:ascii="ＭＳ Ｐゴシック" w:eastAsia="ＭＳ Ｐゴシック" w:hAnsi="ＭＳ Ｐゴシック" w:hint="eastAsia"/>
          <w:color w:val="000000" w:themeColor="text1"/>
        </w:rPr>
        <w:t>診療行為</w:t>
      </w:r>
      <w:r w:rsidR="00100926" w:rsidRPr="00311E5D">
        <w:rPr>
          <w:rFonts w:ascii="ＭＳ Ｐゴシック" w:eastAsia="ＭＳ Ｐゴシック" w:hAnsi="ＭＳ Ｐゴシック" w:hint="eastAsia"/>
          <w:color w:val="000000" w:themeColor="text1"/>
        </w:rPr>
        <w:t>の名称</w:t>
      </w:r>
      <w:r w:rsidR="00390419" w:rsidRPr="00311E5D">
        <w:rPr>
          <w:rFonts w:ascii="ＭＳ Ｐゴシック" w:eastAsia="ＭＳ Ｐゴシック" w:hAnsi="ＭＳ Ｐゴシック"/>
          <w:color w:val="000000" w:themeColor="text1"/>
        </w:rPr>
        <w:t>【必須】</w:t>
      </w:r>
      <w:r w:rsidR="00100926" w:rsidRPr="00311E5D">
        <w:rPr>
          <w:rFonts w:ascii="ＭＳ Ｐゴシック" w:eastAsia="ＭＳ Ｐゴシック" w:hAnsi="ＭＳ Ｐゴシック" w:hint="eastAsia"/>
          <w:color w:val="000000" w:themeColor="text1"/>
        </w:rPr>
        <w:t xml:space="preserve">　</w:t>
      </w:r>
      <w:r w:rsidR="00100926" w:rsidRPr="00311E5D">
        <w:rPr>
          <w:rFonts w:ascii="ＭＳ Ｐゴシック" w:eastAsia="ＭＳ Ｐゴシック" w:hAnsi="ＭＳ Ｐゴシック" w:hint="eastAsia"/>
          <w:color w:val="000000" w:themeColor="text1"/>
          <w:u w:val="thick"/>
        </w:rPr>
        <w:t xml:space="preserve">　　　　　　　　　　　　　　　　　　　　　　　　　　　　　　　　　　　　　</w:t>
      </w:r>
    </w:p>
    <w:p w14:paraId="4FF61B75" w14:textId="3B5B7360" w:rsidR="001177B5" w:rsidRPr="00311E5D" w:rsidRDefault="001177B5" w:rsidP="001177B5">
      <w:pPr>
        <w:spacing w:line="320" w:lineRule="exact"/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</w:pPr>
    </w:p>
    <w:p w14:paraId="37A02470" w14:textId="250E67BF" w:rsidR="00A202B7" w:rsidRPr="00B22ACD" w:rsidRDefault="005B7D5F" w:rsidP="004B70EF">
      <w:pPr>
        <w:spacing w:line="320" w:lineRule="exact"/>
        <w:rPr>
          <w:rFonts w:ascii="ＭＳ Ｐゴシック" w:eastAsia="ＭＳ Ｐゴシック" w:hAnsi="ＭＳ Ｐゴシック"/>
          <w:sz w:val="21"/>
          <w:szCs w:val="21"/>
        </w:rPr>
      </w:pPr>
      <w:r w:rsidRPr="00311E5D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 xml:space="preserve">　</w:t>
      </w:r>
      <w:r w:rsidR="00E8706E" w:rsidRPr="00311E5D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本</w:t>
      </w:r>
      <w:r w:rsidRPr="00311E5D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院では、</w:t>
      </w:r>
      <w:r w:rsidR="000F5E2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心身に</w:t>
      </w:r>
      <w:r w:rsidR="00C818E7" w:rsidRPr="00B22ACD">
        <w:rPr>
          <w:rFonts w:ascii="ＭＳ Ｐゴシック" w:eastAsia="ＭＳ Ｐゴシック" w:hAnsi="ＭＳ Ｐゴシック"/>
          <w:sz w:val="21"/>
          <w:szCs w:val="21"/>
        </w:rPr>
        <w:t>対する影響が大</w:t>
      </w:r>
      <w:r w:rsidR="00C818E7" w:rsidRPr="00B22ACD">
        <w:rPr>
          <w:rFonts w:ascii="ＭＳ Ｐゴシック" w:eastAsia="ＭＳ Ｐゴシック" w:hAnsi="ＭＳ Ｐゴシック" w:hint="eastAsia"/>
          <w:sz w:val="21"/>
          <w:szCs w:val="21"/>
        </w:rPr>
        <w:t>きい</w:t>
      </w:r>
      <w:r w:rsidRPr="00B22ACD">
        <w:rPr>
          <w:rFonts w:ascii="ＭＳ Ｐゴシック" w:eastAsia="ＭＳ Ｐゴシック" w:hAnsi="ＭＳ Ｐゴシック" w:hint="eastAsia"/>
          <w:sz w:val="21"/>
          <w:szCs w:val="21"/>
        </w:rPr>
        <w:t>検査・治療・手術な</w:t>
      </w:r>
      <w:r w:rsidR="006B244B" w:rsidRPr="00B22ACD">
        <w:rPr>
          <w:rFonts w:ascii="ＭＳ Ｐゴシック" w:eastAsia="ＭＳ Ｐゴシック" w:hAnsi="ＭＳ Ｐゴシック" w:hint="eastAsia"/>
          <w:sz w:val="21"/>
          <w:szCs w:val="21"/>
        </w:rPr>
        <w:t>どの</w:t>
      </w:r>
      <w:r w:rsidRPr="00B22ACD">
        <w:rPr>
          <w:rFonts w:ascii="ＭＳ Ｐゴシック" w:eastAsia="ＭＳ Ｐゴシック" w:hAnsi="ＭＳ Ｐゴシック" w:hint="eastAsia"/>
          <w:sz w:val="21"/>
          <w:szCs w:val="21"/>
        </w:rPr>
        <w:t>診療行為</w:t>
      </w:r>
      <w:r w:rsidR="001E3AFE" w:rsidRPr="00B22ACD">
        <w:rPr>
          <w:rFonts w:ascii="ＭＳ Ｐゴシック" w:eastAsia="ＭＳ Ｐゴシック" w:hAnsi="ＭＳ Ｐゴシック"/>
          <w:sz w:val="21"/>
          <w:szCs w:val="21"/>
        </w:rPr>
        <w:t>については</w:t>
      </w:r>
      <w:r w:rsidR="002A3388" w:rsidRPr="00B22ACD">
        <w:rPr>
          <w:rFonts w:ascii="ＭＳ Ｐゴシック" w:eastAsia="ＭＳ Ｐゴシック" w:hAnsi="ＭＳ Ｐゴシック" w:hint="eastAsia"/>
          <w:sz w:val="21"/>
          <w:szCs w:val="21"/>
        </w:rPr>
        <w:t>、担当医師が内容を</w:t>
      </w:r>
      <w:r w:rsidRPr="00B22ACD">
        <w:rPr>
          <w:rFonts w:ascii="ＭＳ Ｐゴシック" w:eastAsia="ＭＳ Ｐゴシック" w:hAnsi="ＭＳ Ｐゴシック" w:hint="eastAsia"/>
          <w:sz w:val="21"/>
          <w:szCs w:val="21"/>
        </w:rPr>
        <w:t>十分に</w:t>
      </w:r>
      <w:r w:rsidR="00C2242F" w:rsidRPr="00B22ACD">
        <w:rPr>
          <w:rFonts w:ascii="ＭＳ Ｐゴシック" w:eastAsia="ＭＳ Ｐゴシック" w:hAnsi="ＭＳ Ｐゴシック" w:hint="eastAsia"/>
          <w:sz w:val="21"/>
          <w:szCs w:val="21"/>
        </w:rPr>
        <w:t>説明</w:t>
      </w:r>
      <w:r w:rsidRPr="00B22ACD">
        <w:rPr>
          <w:rFonts w:ascii="ＭＳ Ｐゴシック" w:eastAsia="ＭＳ Ｐゴシック" w:hAnsi="ＭＳ Ｐゴシック" w:hint="eastAsia"/>
          <w:sz w:val="21"/>
          <w:szCs w:val="21"/>
        </w:rPr>
        <w:t>し</w:t>
      </w:r>
      <w:r w:rsidR="00C2242F" w:rsidRPr="00B22ACD">
        <w:rPr>
          <w:rFonts w:ascii="ＭＳ Ｐゴシック" w:eastAsia="ＭＳ Ｐゴシック" w:hAnsi="ＭＳ Ｐゴシック" w:hint="eastAsia"/>
          <w:sz w:val="21"/>
          <w:szCs w:val="21"/>
        </w:rPr>
        <w:t>、患者さん</w:t>
      </w:r>
      <w:r w:rsidR="003D65C4" w:rsidRPr="00B22ACD">
        <w:rPr>
          <w:rFonts w:ascii="ＭＳ Ｐゴシック" w:eastAsia="ＭＳ Ｐゴシック" w:hAnsi="ＭＳ Ｐゴシック" w:hint="eastAsia"/>
          <w:sz w:val="21"/>
          <w:szCs w:val="21"/>
        </w:rPr>
        <w:t>の</w:t>
      </w:r>
      <w:r w:rsidR="00C2242F" w:rsidRPr="00B22ACD">
        <w:rPr>
          <w:rFonts w:ascii="ＭＳ Ｐゴシック" w:eastAsia="ＭＳ Ｐゴシック" w:hAnsi="ＭＳ Ｐゴシック" w:hint="eastAsia"/>
          <w:sz w:val="21"/>
          <w:szCs w:val="21"/>
        </w:rPr>
        <w:t>同意を得た上で行</w:t>
      </w:r>
      <w:r w:rsidR="001177B5" w:rsidRPr="00B22ACD">
        <w:rPr>
          <w:rFonts w:ascii="ＭＳ Ｐゴシック" w:eastAsia="ＭＳ Ｐゴシック" w:hAnsi="ＭＳ Ｐゴシック" w:hint="eastAsia"/>
          <w:sz w:val="21"/>
          <w:szCs w:val="21"/>
        </w:rPr>
        <w:t>っています</w:t>
      </w:r>
      <w:r w:rsidR="00C2242F" w:rsidRPr="00B22ACD">
        <w:rPr>
          <w:rFonts w:ascii="ＭＳ Ｐゴシック" w:eastAsia="ＭＳ Ｐゴシック" w:hAnsi="ＭＳ Ｐゴシック" w:hint="eastAsia"/>
          <w:sz w:val="21"/>
          <w:szCs w:val="21"/>
        </w:rPr>
        <w:t>。</w:t>
      </w:r>
      <w:r w:rsidRPr="00B22ACD">
        <w:rPr>
          <w:rFonts w:ascii="ＭＳ Ｐゴシック" w:eastAsia="ＭＳ Ｐゴシック" w:hAnsi="ＭＳ Ｐゴシック" w:hint="eastAsia"/>
          <w:sz w:val="21"/>
          <w:szCs w:val="21"/>
        </w:rPr>
        <w:t>今回の</w:t>
      </w:r>
      <w:r w:rsidR="0074540A" w:rsidRPr="00B22ACD">
        <w:rPr>
          <w:rFonts w:ascii="ＭＳ Ｐゴシック" w:eastAsia="ＭＳ Ｐゴシック" w:hAnsi="ＭＳ Ｐゴシック" w:hint="eastAsia"/>
          <w:sz w:val="21"/>
          <w:szCs w:val="21"/>
        </w:rPr>
        <w:t>診療行為</w:t>
      </w:r>
      <w:r w:rsidR="001E3AFE" w:rsidRPr="00B22ACD">
        <w:rPr>
          <w:rFonts w:ascii="ＭＳ Ｐゴシック" w:eastAsia="ＭＳ Ｐゴシック" w:hAnsi="ＭＳ Ｐゴシック"/>
          <w:sz w:val="21"/>
          <w:szCs w:val="21"/>
        </w:rPr>
        <w:t>は</w:t>
      </w:r>
      <w:r w:rsidR="000F5E2C">
        <w:rPr>
          <w:rFonts w:ascii="ＭＳ Ｐゴシック" w:eastAsia="ＭＳ Ｐゴシック" w:hAnsi="ＭＳ Ｐゴシック"/>
          <w:sz w:val="21"/>
          <w:szCs w:val="21"/>
        </w:rPr>
        <w:t>心身</w:t>
      </w:r>
      <w:r w:rsidR="00C818E7" w:rsidRPr="00B22ACD">
        <w:rPr>
          <w:rFonts w:ascii="ＭＳ Ｐゴシック" w:eastAsia="ＭＳ Ｐゴシック" w:hAnsi="ＭＳ Ｐゴシック"/>
          <w:sz w:val="21"/>
          <w:szCs w:val="21"/>
        </w:rPr>
        <w:t>への影響</w:t>
      </w:r>
      <w:r w:rsidR="00C818E7" w:rsidRPr="00B22ACD">
        <w:rPr>
          <w:rFonts w:ascii="ＭＳ Ｐゴシック" w:eastAsia="ＭＳ Ｐゴシック" w:hAnsi="ＭＳ Ｐゴシック" w:hint="eastAsia"/>
          <w:sz w:val="21"/>
          <w:szCs w:val="21"/>
        </w:rPr>
        <w:t>が</w:t>
      </w:r>
      <w:r w:rsidR="00C818E7" w:rsidRPr="00B22ACD">
        <w:rPr>
          <w:rFonts w:ascii="ＭＳ Ｐゴシック" w:eastAsia="ＭＳ Ｐゴシック" w:hAnsi="ＭＳ Ｐゴシック"/>
          <w:sz w:val="21"/>
          <w:szCs w:val="21"/>
        </w:rPr>
        <w:t>大きい</w:t>
      </w:r>
      <w:r w:rsidR="001E3AFE" w:rsidRPr="00B22ACD">
        <w:rPr>
          <w:rFonts w:ascii="ＭＳ Ｐゴシック" w:eastAsia="ＭＳ Ｐゴシック" w:hAnsi="ＭＳ Ｐゴシック" w:hint="eastAsia"/>
          <w:sz w:val="21"/>
          <w:szCs w:val="21"/>
        </w:rPr>
        <w:t>ことから、</w:t>
      </w:r>
      <w:r w:rsidR="00100926" w:rsidRPr="00B22ACD">
        <w:rPr>
          <w:rFonts w:ascii="ＭＳ Ｐゴシック" w:eastAsia="ＭＳ Ｐゴシック" w:hAnsi="ＭＳ Ｐゴシック"/>
          <w:sz w:val="21"/>
          <w:szCs w:val="21"/>
        </w:rPr>
        <w:t>別紙の</w:t>
      </w:r>
      <w:r w:rsidR="005333DC" w:rsidRPr="00B22ACD">
        <w:rPr>
          <w:rFonts w:ascii="ＭＳ Ｐゴシック" w:eastAsia="ＭＳ Ｐゴシック" w:hAnsi="ＭＳ Ｐゴシック" w:hint="eastAsia"/>
          <w:sz w:val="21"/>
          <w:szCs w:val="21"/>
        </w:rPr>
        <w:t>説明書</w:t>
      </w:r>
      <w:r w:rsidR="00100926" w:rsidRPr="00B22ACD">
        <w:rPr>
          <w:rFonts w:ascii="ＭＳ Ｐゴシック" w:eastAsia="ＭＳ Ｐゴシック" w:hAnsi="ＭＳ Ｐゴシック"/>
          <w:sz w:val="21"/>
          <w:szCs w:val="21"/>
        </w:rPr>
        <w:t>の通り</w:t>
      </w:r>
      <w:r w:rsidR="00100926" w:rsidRPr="00B22ACD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="00BB75BA" w:rsidRPr="00B22ACD">
        <w:rPr>
          <w:rFonts w:ascii="ＭＳ Ｐゴシック" w:eastAsia="ＭＳ Ｐゴシック" w:hAnsi="ＭＳ Ｐゴシック"/>
          <w:sz w:val="21"/>
          <w:szCs w:val="21"/>
        </w:rPr>
        <w:t>現在の病状と診療行為が必要な</w:t>
      </w:r>
      <w:r w:rsidR="00BB75BA" w:rsidRPr="00B22ACD">
        <w:rPr>
          <w:rFonts w:ascii="ＭＳ Ｐゴシック" w:eastAsia="ＭＳ Ｐゴシック" w:hAnsi="ＭＳ Ｐゴシック" w:hint="eastAsia"/>
          <w:sz w:val="21"/>
          <w:szCs w:val="21"/>
        </w:rPr>
        <w:t>理由、</w:t>
      </w:r>
      <w:r w:rsidR="00BB75BA" w:rsidRPr="00B22ACD">
        <w:rPr>
          <w:rFonts w:ascii="ＭＳ Ｐゴシック" w:eastAsia="ＭＳ Ｐゴシック" w:hAnsi="ＭＳ Ｐゴシック"/>
          <w:sz w:val="21"/>
          <w:szCs w:val="21"/>
        </w:rPr>
        <w:t>お勧めする診療行為</w:t>
      </w:r>
      <w:r w:rsidR="00390419" w:rsidRPr="00B22ACD">
        <w:rPr>
          <w:rFonts w:ascii="ＭＳ Ｐゴシック" w:eastAsia="ＭＳ Ｐゴシック" w:hAnsi="ＭＳ Ｐゴシック"/>
          <w:sz w:val="21"/>
          <w:szCs w:val="21"/>
        </w:rPr>
        <w:t>の</w:t>
      </w:r>
      <w:r w:rsidR="00390419" w:rsidRPr="00B22ACD">
        <w:rPr>
          <w:rFonts w:ascii="ＭＳ Ｐゴシック" w:eastAsia="ＭＳ Ｐゴシック" w:hAnsi="ＭＳ Ｐゴシック" w:hint="eastAsia"/>
          <w:sz w:val="21"/>
          <w:szCs w:val="21"/>
        </w:rPr>
        <w:t>内容</w:t>
      </w:r>
      <w:r w:rsidR="00BB75BA" w:rsidRPr="00B22ACD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="00BB75BA" w:rsidRPr="00B22ACD">
        <w:rPr>
          <w:rFonts w:ascii="ＭＳ Ｐゴシック" w:eastAsia="ＭＳ Ｐゴシック" w:hAnsi="ＭＳ Ｐゴシック"/>
          <w:sz w:val="21"/>
          <w:szCs w:val="21"/>
        </w:rPr>
        <w:t>その診療行為に</w:t>
      </w:r>
      <w:r w:rsidR="00BB75BA" w:rsidRPr="00B22ACD">
        <w:rPr>
          <w:rFonts w:ascii="ＭＳ Ｐゴシック" w:eastAsia="ＭＳ Ｐゴシック" w:hAnsi="ＭＳ Ｐゴシック" w:hint="eastAsia"/>
          <w:sz w:val="21"/>
          <w:szCs w:val="21"/>
        </w:rPr>
        <w:t>伴う</w:t>
      </w:r>
      <w:r w:rsidR="00BB75BA" w:rsidRPr="00B22ACD">
        <w:rPr>
          <w:rFonts w:ascii="ＭＳ Ｐゴシック" w:eastAsia="ＭＳ Ｐゴシック" w:hAnsi="ＭＳ Ｐゴシック"/>
          <w:sz w:val="21"/>
          <w:szCs w:val="21"/>
        </w:rPr>
        <w:t>合併症</w:t>
      </w:r>
      <w:r w:rsidR="00BB75BA" w:rsidRPr="00B22ACD">
        <w:rPr>
          <w:rFonts w:ascii="ＭＳ Ｐゴシック" w:eastAsia="ＭＳ Ｐゴシック" w:hAnsi="ＭＳ Ｐゴシック" w:hint="eastAsia"/>
          <w:sz w:val="21"/>
          <w:szCs w:val="21"/>
        </w:rPr>
        <w:t>、他の</w:t>
      </w:r>
      <w:r w:rsidR="00BB75BA" w:rsidRPr="00B22ACD">
        <w:rPr>
          <w:rFonts w:ascii="ＭＳ Ｐゴシック" w:eastAsia="ＭＳ Ｐゴシック" w:hAnsi="ＭＳ Ｐゴシック"/>
          <w:sz w:val="21"/>
          <w:szCs w:val="21"/>
        </w:rPr>
        <w:t>方法</w:t>
      </w:r>
      <w:r w:rsidR="00BB75BA" w:rsidRPr="00B22ACD">
        <w:rPr>
          <w:rFonts w:ascii="ＭＳ Ｐゴシック" w:eastAsia="ＭＳ Ｐゴシック" w:hAnsi="ＭＳ Ｐゴシック" w:hint="eastAsia"/>
          <w:sz w:val="21"/>
          <w:szCs w:val="21"/>
        </w:rPr>
        <w:t>が</w:t>
      </w:r>
      <w:r w:rsidR="00BB75BA" w:rsidRPr="00B22ACD">
        <w:rPr>
          <w:rFonts w:ascii="ＭＳ Ｐゴシック" w:eastAsia="ＭＳ Ｐゴシック" w:hAnsi="ＭＳ Ｐゴシック"/>
          <w:sz w:val="21"/>
          <w:szCs w:val="21"/>
        </w:rPr>
        <w:t>ある場合はその選択肢</w:t>
      </w:r>
      <w:r w:rsidR="00825A6E" w:rsidRPr="00B22ACD">
        <w:rPr>
          <w:rFonts w:ascii="ＭＳ Ｐゴシック" w:eastAsia="ＭＳ Ｐゴシック" w:hAnsi="ＭＳ Ｐゴシック"/>
          <w:sz w:val="21"/>
          <w:szCs w:val="21"/>
        </w:rPr>
        <w:t>など</w:t>
      </w:r>
      <w:r w:rsidR="00CF5F16" w:rsidRPr="00B22ACD">
        <w:rPr>
          <w:rFonts w:ascii="ＭＳ Ｐゴシック" w:eastAsia="ＭＳ Ｐゴシック" w:hAnsi="ＭＳ Ｐゴシック" w:hint="eastAsia"/>
          <w:sz w:val="21"/>
          <w:szCs w:val="21"/>
        </w:rPr>
        <w:t>について</w:t>
      </w:r>
      <w:r w:rsidR="00100926" w:rsidRPr="00B22ACD">
        <w:rPr>
          <w:rFonts w:ascii="ＭＳ Ｐゴシック" w:eastAsia="ＭＳ Ｐゴシック" w:hAnsi="ＭＳ Ｐゴシック"/>
          <w:sz w:val="21"/>
          <w:szCs w:val="21"/>
        </w:rPr>
        <w:t>説明</w:t>
      </w:r>
      <w:r w:rsidR="00BB75BA" w:rsidRPr="00B22ACD">
        <w:rPr>
          <w:rFonts w:ascii="ＭＳ Ｐゴシック" w:eastAsia="ＭＳ Ｐゴシック" w:hAnsi="ＭＳ Ｐゴシック"/>
          <w:sz w:val="21"/>
          <w:szCs w:val="21"/>
        </w:rPr>
        <w:t>いたしました</w:t>
      </w:r>
      <w:r w:rsidR="00A202B7" w:rsidRPr="00B22ACD">
        <w:rPr>
          <w:rFonts w:ascii="ＭＳ Ｐゴシック" w:eastAsia="ＭＳ Ｐゴシック" w:hAnsi="ＭＳ Ｐゴシック" w:hint="eastAsia"/>
          <w:sz w:val="21"/>
          <w:szCs w:val="21"/>
        </w:rPr>
        <w:t>。</w:t>
      </w:r>
      <w:r w:rsidR="00BB75BA" w:rsidRPr="00B22ACD">
        <w:rPr>
          <w:rFonts w:ascii="ＭＳ Ｐゴシック" w:eastAsia="ＭＳ Ｐゴシック" w:hAnsi="ＭＳ Ｐゴシック"/>
          <w:sz w:val="21"/>
          <w:szCs w:val="21"/>
        </w:rPr>
        <w:t>医療機器・器具</w:t>
      </w:r>
      <w:r w:rsidR="00BB75BA" w:rsidRPr="00B22ACD">
        <w:rPr>
          <w:rFonts w:ascii="ＭＳ Ｐゴシック" w:eastAsia="ＭＳ Ｐゴシック" w:hAnsi="ＭＳ Ｐゴシック" w:hint="eastAsia"/>
          <w:sz w:val="21"/>
          <w:szCs w:val="21"/>
        </w:rPr>
        <w:t>等</w:t>
      </w:r>
      <w:r w:rsidR="00BB75BA" w:rsidRPr="00B22ACD">
        <w:rPr>
          <w:rFonts w:ascii="ＭＳ Ｐゴシック" w:eastAsia="ＭＳ Ｐゴシック" w:hAnsi="ＭＳ Ｐゴシック"/>
          <w:sz w:val="21"/>
          <w:szCs w:val="21"/>
        </w:rPr>
        <w:t>を使用する</w:t>
      </w:r>
      <w:r w:rsidR="00BB75BA" w:rsidRPr="00B22ACD">
        <w:rPr>
          <w:rFonts w:ascii="ＭＳ Ｐゴシック" w:eastAsia="ＭＳ Ｐゴシック" w:hAnsi="ＭＳ Ｐゴシック" w:hint="eastAsia"/>
          <w:sz w:val="21"/>
          <w:szCs w:val="21"/>
        </w:rPr>
        <w:t>にあたって</w:t>
      </w:r>
      <w:r w:rsidR="00BB75BA" w:rsidRPr="00B22ACD">
        <w:rPr>
          <w:rFonts w:ascii="ＭＳ Ｐゴシック" w:eastAsia="ＭＳ Ｐゴシック" w:hAnsi="ＭＳ Ｐゴシック"/>
          <w:sz w:val="21"/>
          <w:szCs w:val="21"/>
        </w:rPr>
        <w:t>医療事業者</w:t>
      </w:r>
      <w:r w:rsidR="00BB75BA" w:rsidRPr="00B22ACD">
        <w:rPr>
          <w:rFonts w:ascii="ＭＳ Ｐゴシック" w:eastAsia="ＭＳ Ｐゴシック" w:hAnsi="ＭＳ Ｐゴシック" w:hint="eastAsia"/>
          <w:sz w:val="21"/>
          <w:szCs w:val="21"/>
        </w:rPr>
        <w:t>が</w:t>
      </w:r>
      <w:r w:rsidR="00BB75BA" w:rsidRPr="00B22ACD">
        <w:rPr>
          <w:rFonts w:ascii="ＭＳ Ｐゴシック" w:eastAsia="ＭＳ Ｐゴシック" w:hAnsi="ＭＳ Ｐゴシック"/>
          <w:sz w:val="21"/>
          <w:szCs w:val="21"/>
        </w:rPr>
        <w:t>立ち会う</w:t>
      </w:r>
      <w:r w:rsidR="00BB75BA" w:rsidRPr="00B22ACD">
        <w:rPr>
          <w:rFonts w:ascii="ＭＳ Ｐゴシック" w:eastAsia="ＭＳ Ｐゴシック" w:hAnsi="ＭＳ Ｐゴシック" w:hint="eastAsia"/>
          <w:sz w:val="21"/>
          <w:szCs w:val="21"/>
        </w:rPr>
        <w:t>場合には、</w:t>
      </w:r>
      <w:r w:rsidR="00BB75BA" w:rsidRPr="00B22ACD">
        <w:rPr>
          <w:rFonts w:ascii="ＭＳ Ｐゴシック" w:eastAsia="ＭＳ Ｐゴシック" w:hAnsi="ＭＳ Ｐゴシック"/>
          <w:sz w:val="21"/>
          <w:szCs w:val="21"/>
        </w:rPr>
        <w:t>その立ち合いに</w:t>
      </w:r>
      <w:r w:rsidR="00BB75BA" w:rsidRPr="00B22ACD">
        <w:rPr>
          <w:rFonts w:ascii="ＭＳ Ｐゴシック" w:eastAsia="ＭＳ Ｐゴシック" w:hAnsi="ＭＳ Ｐゴシック" w:hint="eastAsia"/>
          <w:sz w:val="21"/>
          <w:szCs w:val="21"/>
        </w:rPr>
        <w:t>ついても</w:t>
      </w:r>
      <w:r w:rsidR="00BB75BA" w:rsidRPr="00B22ACD">
        <w:rPr>
          <w:rFonts w:ascii="ＭＳ Ｐゴシック" w:eastAsia="ＭＳ Ｐゴシック" w:hAnsi="ＭＳ Ｐゴシック"/>
          <w:sz w:val="21"/>
          <w:szCs w:val="21"/>
        </w:rPr>
        <w:t>説明いたしま</w:t>
      </w:r>
      <w:r w:rsidR="00BB75BA" w:rsidRPr="00B22ACD">
        <w:rPr>
          <w:rFonts w:ascii="ＭＳ Ｐゴシック" w:eastAsia="ＭＳ Ｐゴシック" w:hAnsi="ＭＳ Ｐゴシック" w:hint="eastAsia"/>
          <w:sz w:val="21"/>
          <w:szCs w:val="21"/>
        </w:rPr>
        <w:t>した</w:t>
      </w:r>
      <w:r w:rsidR="00BB75BA" w:rsidRPr="00B22ACD">
        <w:rPr>
          <w:rFonts w:ascii="ＭＳ Ｐゴシック" w:eastAsia="ＭＳ Ｐゴシック" w:hAnsi="ＭＳ Ｐゴシック"/>
          <w:sz w:val="21"/>
          <w:szCs w:val="21"/>
        </w:rPr>
        <w:t>。</w:t>
      </w:r>
      <w:r w:rsidR="00216F28" w:rsidRPr="00B22ACD">
        <w:rPr>
          <w:rFonts w:ascii="ＭＳ Ｐゴシック" w:eastAsia="ＭＳ Ｐゴシック" w:hAnsi="ＭＳ Ｐゴシック" w:hint="eastAsia"/>
          <w:sz w:val="21"/>
          <w:szCs w:val="21"/>
        </w:rPr>
        <w:t>説明</w:t>
      </w:r>
      <w:r w:rsidR="00BB75BA" w:rsidRPr="00B22ACD">
        <w:rPr>
          <w:rFonts w:ascii="ＭＳ Ｐゴシック" w:eastAsia="ＭＳ Ｐゴシック" w:hAnsi="ＭＳ Ｐゴシック"/>
          <w:sz w:val="21"/>
          <w:szCs w:val="21"/>
        </w:rPr>
        <w:t>した</w:t>
      </w:r>
      <w:r w:rsidR="002A3388" w:rsidRPr="00B22ACD">
        <w:rPr>
          <w:rFonts w:ascii="ＭＳ Ｐゴシック" w:eastAsia="ＭＳ Ｐゴシック" w:hAnsi="ＭＳ Ｐゴシック" w:hint="eastAsia"/>
          <w:sz w:val="21"/>
          <w:szCs w:val="21"/>
        </w:rPr>
        <w:t>内容をご理解いただいた上で</w:t>
      </w:r>
      <w:r w:rsidR="00F751C2" w:rsidRPr="00B22ACD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="00A202B7" w:rsidRPr="00B22ACD">
        <w:rPr>
          <w:rFonts w:ascii="ＭＳ Ｐゴシック" w:eastAsia="ＭＳ Ｐゴシック" w:hAnsi="ＭＳ Ｐゴシック"/>
          <w:sz w:val="21"/>
          <w:szCs w:val="21"/>
        </w:rPr>
        <w:t>お勧めする</w:t>
      </w:r>
      <w:r w:rsidRPr="00B22ACD">
        <w:rPr>
          <w:rFonts w:ascii="ＭＳ Ｐゴシック" w:eastAsia="ＭＳ Ｐゴシック" w:hAnsi="ＭＳ Ｐゴシック" w:hint="eastAsia"/>
          <w:sz w:val="21"/>
          <w:szCs w:val="21"/>
        </w:rPr>
        <w:t>診療行為を受けることに</w:t>
      </w:r>
      <w:r w:rsidR="009E3D60" w:rsidRPr="00B22ACD">
        <w:rPr>
          <w:rFonts w:ascii="ＭＳ Ｐゴシック" w:eastAsia="ＭＳ Ｐゴシック" w:hAnsi="ＭＳ Ｐゴシック" w:hint="eastAsia"/>
          <w:sz w:val="21"/>
          <w:szCs w:val="21"/>
        </w:rPr>
        <w:t>同意され</w:t>
      </w:r>
      <w:r w:rsidR="00825A6E" w:rsidRPr="00B22ACD">
        <w:rPr>
          <w:rFonts w:ascii="ＭＳ Ｐゴシック" w:eastAsia="ＭＳ Ｐゴシック" w:hAnsi="ＭＳ Ｐゴシック"/>
          <w:sz w:val="21"/>
          <w:szCs w:val="21"/>
        </w:rPr>
        <w:t>るようでしたら</w:t>
      </w:r>
      <w:r w:rsidR="009E3D60" w:rsidRPr="00B22ACD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="00100926" w:rsidRPr="00B22ACD">
        <w:rPr>
          <w:rFonts w:ascii="ＭＳ Ｐゴシック" w:eastAsia="ＭＳ Ｐゴシック" w:hAnsi="ＭＳ Ｐゴシック"/>
          <w:sz w:val="21"/>
          <w:szCs w:val="21"/>
        </w:rPr>
        <w:t>下記の</w:t>
      </w:r>
      <w:r w:rsidR="009E3D60" w:rsidRPr="00B22ACD">
        <w:rPr>
          <w:rFonts w:ascii="ＭＳ Ｐゴシック" w:eastAsia="ＭＳ Ｐゴシック" w:hAnsi="ＭＳ Ｐゴシック" w:hint="eastAsia"/>
          <w:sz w:val="21"/>
          <w:szCs w:val="21"/>
        </w:rPr>
        <w:t>同意欄に署名</w:t>
      </w:r>
      <w:r w:rsidR="00CF5F16" w:rsidRPr="00B22ACD">
        <w:rPr>
          <w:rFonts w:ascii="ＭＳ Ｐゴシック" w:eastAsia="ＭＳ Ｐゴシック" w:hAnsi="ＭＳ Ｐゴシック"/>
          <w:sz w:val="21"/>
          <w:szCs w:val="21"/>
        </w:rPr>
        <w:t>をお願いいたします</w:t>
      </w:r>
      <w:r w:rsidR="00A202B7" w:rsidRPr="00B22ACD">
        <w:rPr>
          <w:rFonts w:ascii="ＭＳ Ｐゴシック" w:eastAsia="ＭＳ Ｐゴシック" w:hAnsi="ＭＳ Ｐゴシック" w:hint="eastAsia"/>
          <w:sz w:val="21"/>
          <w:szCs w:val="21"/>
        </w:rPr>
        <w:t>。</w:t>
      </w:r>
      <w:r w:rsidR="000F5E2C" w:rsidRPr="00311E5D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説明書と</w:t>
      </w:r>
      <w:r w:rsidR="000F5E2C" w:rsidRPr="00311E5D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この同意書</w:t>
      </w:r>
      <w:r w:rsidR="000F5E2C" w:rsidRPr="00311E5D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は</w:t>
      </w:r>
      <w:r w:rsidR="000F5E2C" w:rsidRPr="00311E5D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コピー</w:t>
      </w:r>
      <w:r w:rsidR="000F5E2C" w:rsidRPr="00311E5D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を</w:t>
      </w:r>
      <w:r w:rsidR="000F5E2C" w:rsidRPr="00311E5D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お渡しします</w:t>
      </w:r>
      <w:r w:rsidR="000F5E2C" w:rsidRPr="00311E5D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。</w:t>
      </w:r>
    </w:p>
    <w:p w14:paraId="2BF29A65" w14:textId="362C8F8A" w:rsidR="00D60930" w:rsidRPr="00516D8C" w:rsidRDefault="00A202B7" w:rsidP="004B70EF">
      <w:pPr>
        <w:spacing w:line="320" w:lineRule="exact"/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</w:pPr>
      <w:r w:rsidRPr="00B22ACD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B22ACD">
        <w:rPr>
          <w:rFonts w:ascii="ＭＳ Ｐゴシック" w:eastAsia="ＭＳ Ｐゴシック" w:hAnsi="ＭＳ Ｐゴシック"/>
          <w:sz w:val="21"/>
          <w:szCs w:val="21"/>
        </w:rPr>
        <w:t>お勧めする診療行為に同意するかどうか</w:t>
      </w:r>
      <w:r w:rsidRPr="00B22ACD">
        <w:rPr>
          <w:rFonts w:ascii="ＭＳ Ｐゴシック" w:eastAsia="ＭＳ Ｐゴシック" w:hAnsi="ＭＳ Ｐゴシック" w:hint="eastAsia"/>
          <w:sz w:val="21"/>
          <w:szCs w:val="21"/>
        </w:rPr>
        <w:t>は</w:t>
      </w:r>
      <w:r w:rsidR="005333DC" w:rsidRPr="00B22ACD">
        <w:rPr>
          <w:rFonts w:ascii="ＭＳ Ｐゴシック" w:eastAsia="ＭＳ Ｐゴシック" w:hAnsi="ＭＳ Ｐゴシック"/>
          <w:sz w:val="21"/>
          <w:szCs w:val="21"/>
        </w:rPr>
        <w:t>、</w:t>
      </w:r>
      <w:r w:rsidRPr="00B22ACD">
        <w:rPr>
          <w:rFonts w:ascii="ＭＳ Ｐゴシック" w:eastAsia="ＭＳ Ｐゴシック" w:hAnsi="ＭＳ Ｐゴシック"/>
          <w:sz w:val="21"/>
          <w:szCs w:val="21"/>
        </w:rPr>
        <w:t>患者さ</w:t>
      </w:r>
      <w:r w:rsidRPr="00B22ACD">
        <w:rPr>
          <w:rFonts w:ascii="ＭＳ Ｐゴシック" w:eastAsia="ＭＳ Ｐゴシック" w:hAnsi="ＭＳ Ｐゴシック" w:hint="eastAsia"/>
          <w:sz w:val="21"/>
          <w:szCs w:val="21"/>
        </w:rPr>
        <w:t>ん</w:t>
      </w:r>
      <w:r w:rsidR="00390419" w:rsidRPr="00B22ACD">
        <w:rPr>
          <w:rFonts w:ascii="ＭＳ Ｐゴシック" w:eastAsia="ＭＳ Ｐゴシック" w:hAnsi="ＭＳ Ｐゴシック"/>
          <w:sz w:val="21"/>
          <w:szCs w:val="21"/>
        </w:rPr>
        <w:t>ご自身</w:t>
      </w:r>
      <w:r w:rsidR="00390419" w:rsidRPr="00B22ACD">
        <w:rPr>
          <w:rFonts w:ascii="ＭＳ Ｐゴシック" w:eastAsia="ＭＳ Ｐゴシック" w:hAnsi="ＭＳ Ｐゴシック" w:hint="eastAsia"/>
          <w:sz w:val="21"/>
          <w:szCs w:val="21"/>
        </w:rPr>
        <w:t>で</w:t>
      </w:r>
      <w:r w:rsidRPr="00B22ACD">
        <w:rPr>
          <w:rFonts w:ascii="ＭＳ Ｐゴシック" w:eastAsia="ＭＳ Ｐゴシック" w:hAnsi="ＭＳ Ｐゴシック"/>
          <w:sz w:val="21"/>
          <w:szCs w:val="21"/>
        </w:rPr>
        <w:t>判断</w:t>
      </w:r>
      <w:r w:rsidR="005333DC" w:rsidRPr="00B22ACD">
        <w:rPr>
          <w:rFonts w:ascii="ＭＳ Ｐゴシック" w:eastAsia="ＭＳ Ｐゴシック" w:hAnsi="ＭＳ Ｐゴシック"/>
          <w:sz w:val="21"/>
          <w:szCs w:val="21"/>
        </w:rPr>
        <w:t>して</w:t>
      </w:r>
      <w:r w:rsidRPr="00B22ACD">
        <w:rPr>
          <w:rFonts w:ascii="ＭＳ Ｐゴシック" w:eastAsia="ＭＳ Ｐゴシック" w:hAnsi="ＭＳ Ｐゴシック"/>
          <w:sz w:val="21"/>
          <w:szCs w:val="21"/>
        </w:rPr>
        <w:t>下さい。いったん同意</w:t>
      </w:r>
      <w:r w:rsidRPr="00B22ACD">
        <w:rPr>
          <w:rFonts w:ascii="ＭＳ Ｐゴシック" w:eastAsia="ＭＳ Ｐゴシック" w:hAnsi="ＭＳ Ｐゴシック" w:hint="eastAsia"/>
          <w:sz w:val="21"/>
          <w:szCs w:val="21"/>
        </w:rPr>
        <w:t>されても、</w:t>
      </w:r>
      <w:r w:rsidR="00100926" w:rsidRPr="00B22ACD">
        <w:rPr>
          <w:rFonts w:ascii="ＭＳ Ｐゴシック" w:eastAsia="ＭＳ Ｐゴシック" w:hAnsi="ＭＳ Ｐゴシック" w:hint="eastAsia"/>
          <w:sz w:val="21"/>
          <w:szCs w:val="21"/>
        </w:rPr>
        <w:t>診療行為の</w:t>
      </w:r>
      <w:r w:rsidR="001E3AFE" w:rsidRPr="00B22ACD">
        <w:rPr>
          <w:rFonts w:ascii="ＭＳ Ｐゴシック" w:eastAsia="ＭＳ Ｐゴシック" w:hAnsi="ＭＳ Ｐゴシック" w:hint="eastAsia"/>
          <w:sz w:val="21"/>
          <w:szCs w:val="21"/>
        </w:rPr>
        <w:t>実施直前まで</w:t>
      </w:r>
      <w:r w:rsidR="00F109EE" w:rsidRPr="00B22ACD">
        <w:rPr>
          <w:rFonts w:ascii="ＭＳ Ｐゴシック" w:eastAsia="ＭＳ Ｐゴシック" w:hAnsi="ＭＳ Ｐゴシック"/>
          <w:sz w:val="21"/>
          <w:szCs w:val="21"/>
        </w:rPr>
        <w:t>であれば、</w:t>
      </w:r>
      <w:r w:rsidR="001E3AFE" w:rsidRPr="00B22ACD">
        <w:rPr>
          <w:rFonts w:ascii="ＭＳ Ｐゴシック" w:eastAsia="ＭＳ Ｐゴシック" w:hAnsi="ＭＳ Ｐゴシック"/>
          <w:sz w:val="21"/>
          <w:szCs w:val="21"/>
        </w:rPr>
        <w:t>同意</w:t>
      </w:r>
      <w:r w:rsidR="0039500F" w:rsidRPr="00B22ACD">
        <w:rPr>
          <w:rFonts w:ascii="ＭＳ Ｐゴシック" w:eastAsia="ＭＳ Ｐゴシック" w:hAnsi="ＭＳ Ｐゴシック" w:hint="eastAsia"/>
          <w:sz w:val="21"/>
          <w:szCs w:val="21"/>
        </w:rPr>
        <w:t>を</w:t>
      </w:r>
      <w:r w:rsidR="00C2242F" w:rsidRPr="00B22ACD">
        <w:rPr>
          <w:rFonts w:ascii="ＭＳ Ｐゴシック" w:eastAsia="ＭＳ Ｐゴシック" w:hAnsi="ＭＳ Ｐゴシック" w:hint="eastAsia"/>
          <w:sz w:val="21"/>
          <w:szCs w:val="21"/>
        </w:rPr>
        <w:t>撤回</w:t>
      </w:r>
      <w:r w:rsidR="001E3AFE" w:rsidRPr="00B22ACD">
        <w:rPr>
          <w:rFonts w:ascii="ＭＳ Ｐゴシック" w:eastAsia="ＭＳ Ｐゴシック" w:hAnsi="ＭＳ Ｐゴシック"/>
          <w:sz w:val="21"/>
          <w:szCs w:val="21"/>
        </w:rPr>
        <w:t>できます</w:t>
      </w:r>
      <w:r w:rsidRPr="00B22ACD">
        <w:rPr>
          <w:rFonts w:ascii="ＭＳ Ｐゴシック" w:eastAsia="ＭＳ Ｐゴシック" w:hAnsi="ＭＳ Ｐゴシック"/>
          <w:sz w:val="21"/>
          <w:szCs w:val="21"/>
        </w:rPr>
        <w:t>。</w:t>
      </w:r>
      <w:r w:rsidR="005333DC" w:rsidRPr="00B22ACD">
        <w:rPr>
          <w:rFonts w:ascii="ＭＳ Ｐゴシック" w:eastAsia="ＭＳ Ｐゴシック" w:hAnsi="ＭＳ Ｐゴシック"/>
          <w:sz w:val="21"/>
          <w:szCs w:val="21"/>
        </w:rPr>
        <w:t>また、</w:t>
      </w:r>
      <w:r w:rsidRPr="00B22ACD">
        <w:rPr>
          <w:rFonts w:ascii="ＭＳ Ｐゴシック" w:eastAsia="ＭＳ Ｐゴシック" w:hAnsi="ＭＳ Ｐゴシック"/>
          <w:sz w:val="21"/>
          <w:szCs w:val="21"/>
        </w:rPr>
        <w:t>お勧めする診療行為</w:t>
      </w:r>
      <w:r w:rsidRPr="00B22ACD">
        <w:rPr>
          <w:rFonts w:ascii="ＭＳ Ｐゴシック" w:eastAsia="ＭＳ Ｐゴシック" w:hAnsi="ＭＳ Ｐゴシック" w:hint="eastAsia"/>
          <w:sz w:val="21"/>
          <w:szCs w:val="21"/>
        </w:rPr>
        <w:t>に</w:t>
      </w:r>
      <w:r w:rsidR="005333DC" w:rsidRPr="00B22ACD">
        <w:rPr>
          <w:rFonts w:ascii="ＭＳ Ｐゴシック" w:eastAsia="ＭＳ Ｐゴシック" w:hAnsi="ＭＳ Ｐゴシック"/>
          <w:sz w:val="21"/>
          <w:szCs w:val="21"/>
        </w:rPr>
        <w:t>同意され</w:t>
      </w:r>
      <w:r w:rsidR="005333DC" w:rsidRPr="00B22ACD">
        <w:rPr>
          <w:rFonts w:ascii="ＭＳ Ｐゴシック" w:eastAsia="ＭＳ Ｐゴシック" w:hAnsi="ＭＳ Ｐゴシック" w:hint="eastAsia"/>
          <w:sz w:val="21"/>
          <w:szCs w:val="21"/>
        </w:rPr>
        <w:t>ない</w:t>
      </w:r>
      <w:r w:rsidR="005333DC" w:rsidRPr="00B22ACD">
        <w:rPr>
          <w:rFonts w:ascii="ＭＳ Ｐゴシック" w:eastAsia="ＭＳ Ｐゴシック" w:hAnsi="ＭＳ Ｐゴシック"/>
          <w:sz w:val="21"/>
          <w:szCs w:val="21"/>
        </w:rPr>
        <w:t>場合や</w:t>
      </w:r>
      <w:r w:rsidRPr="00B22ACD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Pr="00B22ACD">
        <w:rPr>
          <w:rFonts w:ascii="ＭＳ Ｐゴシック" w:eastAsia="ＭＳ Ｐゴシック" w:hAnsi="ＭＳ Ｐゴシック"/>
          <w:sz w:val="21"/>
          <w:szCs w:val="21"/>
        </w:rPr>
        <w:t>同意を撤回</w:t>
      </w:r>
      <w:r w:rsidR="005333DC" w:rsidRPr="00B22ACD">
        <w:rPr>
          <w:rFonts w:ascii="ＭＳ Ｐゴシック" w:eastAsia="ＭＳ Ｐゴシック" w:hAnsi="ＭＳ Ｐゴシック" w:hint="eastAsia"/>
          <w:sz w:val="21"/>
          <w:szCs w:val="21"/>
        </w:rPr>
        <w:t>された</w:t>
      </w:r>
      <w:r w:rsidR="005333DC" w:rsidRPr="00B22ACD">
        <w:rPr>
          <w:rFonts w:ascii="ＭＳ Ｐゴシック" w:eastAsia="ＭＳ Ｐゴシック" w:hAnsi="ＭＳ Ｐゴシック"/>
          <w:sz w:val="21"/>
          <w:szCs w:val="21"/>
        </w:rPr>
        <w:t>場合</w:t>
      </w:r>
      <w:r w:rsidR="001E3AFE" w:rsidRPr="00B22ACD">
        <w:rPr>
          <w:rFonts w:ascii="ＭＳ Ｐゴシック" w:eastAsia="ＭＳ Ｐゴシック" w:hAnsi="ＭＳ Ｐゴシック"/>
          <w:sz w:val="21"/>
          <w:szCs w:val="21"/>
        </w:rPr>
        <w:t>で</w:t>
      </w:r>
      <w:r w:rsidR="005333DC" w:rsidRPr="00B22ACD">
        <w:rPr>
          <w:rFonts w:ascii="ＭＳ Ｐゴシック" w:eastAsia="ＭＳ Ｐゴシック" w:hAnsi="ＭＳ Ｐゴシック"/>
          <w:sz w:val="21"/>
          <w:szCs w:val="21"/>
        </w:rPr>
        <w:t>も</w:t>
      </w:r>
      <w:r w:rsidRPr="00B22ACD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="00C818E7" w:rsidRPr="00B22ACD">
        <w:rPr>
          <w:rFonts w:ascii="ＭＳ Ｐゴシック" w:eastAsia="ＭＳ Ｐゴシック" w:hAnsi="ＭＳ Ｐゴシック"/>
          <w:sz w:val="21"/>
          <w:szCs w:val="21"/>
        </w:rPr>
        <w:t>そのことで</w:t>
      </w:r>
      <w:r w:rsidR="000C4FEF" w:rsidRPr="00B22ACD">
        <w:rPr>
          <w:rFonts w:ascii="ＭＳ Ｐゴシック" w:eastAsia="ＭＳ Ｐゴシック" w:hAnsi="ＭＳ Ｐゴシック" w:hint="eastAsia"/>
          <w:sz w:val="21"/>
          <w:szCs w:val="21"/>
        </w:rPr>
        <w:t>以後の診療</w:t>
      </w:r>
      <w:r w:rsidR="00C818E7" w:rsidRPr="00B22ACD">
        <w:rPr>
          <w:rFonts w:ascii="ＭＳ Ｐゴシック" w:eastAsia="ＭＳ Ｐゴシック" w:hAnsi="ＭＳ Ｐゴシック"/>
          <w:sz w:val="21"/>
          <w:szCs w:val="21"/>
        </w:rPr>
        <w:t>において</w:t>
      </w:r>
      <w:r w:rsidR="005333DC" w:rsidRPr="00B22ACD">
        <w:rPr>
          <w:rFonts w:ascii="ＭＳ Ｐゴシック" w:eastAsia="ＭＳ Ｐゴシック" w:hAnsi="ＭＳ Ｐゴシック"/>
          <w:sz w:val="21"/>
          <w:szCs w:val="21"/>
        </w:rPr>
        <w:t>患者さんが</w:t>
      </w:r>
      <w:r w:rsidR="00C2242F" w:rsidRPr="00B22ACD">
        <w:rPr>
          <w:rFonts w:ascii="ＭＳ Ｐゴシック" w:eastAsia="ＭＳ Ｐゴシック" w:hAnsi="ＭＳ Ｐゴシック" w:hint="eastAsia"/>
          <w:sz w:val="21"/>
          <w:szCs w:val="21"/>
        </w:rPr>
        <w:t>不利益を</w:t>
      </w:r>
      <w:r w:rsidR="00825A6E" w:rsidRPr="00B22ACD">
        <w:rPr>
          <w:rFonts w:ascii="ＭＳ Ｐゴシック" w:eastAsia="ＭＳ Ｐゴシック" w:hAnsi="ＭＳ Ｐゴシック"/>
          <w:sz w:val="21"/>
          <w:szCs w:val="21"/>
        </w:rPr>
        <w:t>被る</w:t>
      </w:r>
      <w:r w:rsidR="00C2242F" w:rsidRPr="00B22ACD">
        <w:rPr>
          <w:rFonts w:ascii="ＭＳ Ｐゴシック" w:eastAsia="ＭＳ Ｐゴシック" w:hAnsi="ＭＳ Ｐゴシック" w:hint="eastAsia"/>
          <w:sz w:val="21"/>
          <w:szCs w:val="21"/>
        </w:rPr>
        <w:t>ことはありません</w:t>
      </w:r>
      <w:r w:rsidR="000C4FEF" w:rsidRPr="00B22ACD">
        <w:rPr>
          <w:rFonts w:ascii="ＭＳ Ｐゴシック" w:eastAsia="ＭＳ Ｐゴシック" w:hAnsi="ＭＳ Ｐゴシック" w:hint="eastAsia"/>
          <w:sz w:val="21"/>
          <w:szCs w:val="21"/>
        </w:rPr>
        <w:t>。</w:t>
      </w:r>
      <w:r w:rsidR="0039500F" w:rsidRPr="00B22ACD">
        <w:rPr>
          <w:rFonts w:ascii="ＭＳ Ｐゴシック" w:eastAsia="ＭＳ Ｐゴシック" w:hAnsi="ＭＳ Ｐゴシック"/>
          <w:sz w:val="21"/>
          <w:szCs w:val="21"/>
        </w:rPr>
        <w:t>もし、</w:t>
      </w:r>
      <w:r w:rsidR="000C4FEF" w:rsidRPr="00B22ACD">
        <w:rPr>
          <w:rFonts w:ascii="ＭＳ Ｐゴシック" w:eastAsia="ＭＳ Ｐゴシック" w:hAnsi="ＭＳ Ｐゴシック"/>
          <w:sz w:val="21"/>
          <w:szCs w:val="21"/>
        </w:rPr>
        <w:t>今</w:t>
      </w:r>
      <w:r w:rsidR="000C4FEF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回</w:t>
      </w:r>
      <w:r w:rsidR="000C4FEF" w:rsidRPr="00516D8C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担当した</w:t>
      </w:r>
      <w:r w:rsidR="000C4FEF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医師</w:t>
      </w:r>
      <w:r w:rsidR="00100926" w:rsidRPr="00516D8C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以外</w:t>
      </w:r>
      <w:r w:rsidR="003D65C4" w:rsidRPr="00516D8C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の</w:t>
      </w:r>
      <w:r w:rsidR="000C4FEF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意見</w:t>
      </w:r>
      <w:r w:rsidR="005E4B85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（セカンドオピニオン）</w:t>
      </w:r>
      <w:r w:rsidR="003D65C4" w:rsidRPr="00516D8C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も</w:t>
      </w:r>
      <w:r w:rsidR="00390419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お聞きになりたい</w:t>
      </w:r>
      <w:r w:rsidR="00100926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場合</w:t>
      </w:r>
      <w:r w:rsidR="000C4FEF" w:rsidRPr="00516D8C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は</w:t>
      </w:r>
      <w:r w:rsidR="00C818E7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、</w:t>
      </w:r>
      <w:r w:rsidR="003D65C4" w:rsidRPr="00516D8C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遠慮なく</w:t>
      </w:r>
      <w:r w:rsidR="00100926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お申し出下さい。</w:t>
      </w:r>
    </w:p>
    <w:p w14:paraId="23FB6907" w14:textId="41C9698B" w:rsidR="00500CD0" w:rsidRPr="00516D8C" w:rsidRDefault="00D60930" w:rsidP="004B70EF">
      <w:pPr>
        <w:spacing w:line="320" w:lineRule="exact"/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</w:pPr>
      <w:r w:rsidRPr="00516D8C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 xml:space="preserve">　</w:t>
      </w:r>
      <w:r w:rsidR="00CE7AC2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なお、</w:t>
      </w:r>
      <w:r w:rsidR="00FF6734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今回</w:t>
      </w:r>
      <w:r w:rsidR="00FF6734" w:rsidRPr="00516D8C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ご説明した</w:t>
      </w:r>
      <w:r w:rsidR="001E3AFE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診療行為</w:t>
      </w:r>
      <w:r w:rsidR="00FF6734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は</w:t>
      </w:r>
      <w:r w:rsidR="000F5E2C" w:rsidRPr="00516D8C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心身</w:t>
      </w:r>
      <w:r w:rsidR="00C818E7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に対する</w:t>
      </w:r>
      <w:r w:rsidR="00C818E7" w:rsidRPr="00516D8C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影響が</w:t>
      </w:r>
      <w:r w:rsidR="00311E5D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大き</w:t>
      </w:r>
      <w:r w:rsidR="00311E5D" w:rsidRPr="00516D8C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いため</w:t>
      </w:r>
      <w:r w:rsidR="00311E5D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、</w:t>
      </w:r>
      <w:r w:rsidR="00311E5D" w:rsidRPr="00516D8C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十分</w:t>
      </w:r>
      <w:r w:rsidR="003D65C4" w:rsidRPr="00516D8C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注意を払</w:t>
      </w:r>
      <w:r w:rsidR="00813370" w:rsidRPr="00516D8C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って診療し</w:t>
      </w:r>
      <w:r w:rsidR="00311E5D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ますが</w:t>
      </w:r>
      <w:r w:rsidR="00813370" w:rsidRPr="00516D8C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、</w:t>
      </w:r>
      <w:r w:rsidR="00311E5D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医療</w:t>
      </w:r>
      <w:r w:rsidR="001A1A5E" w:rsidRPr="00516D8C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行為</w:t>
      </w:r>
      <w:r w:rsidR="000F5E2C" w:rsidRPr="00516D8C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に</w:t>
      </w:r>
      <w:r w:rsidR="000F5E2C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誤り</w:t>
      </w:r>
      <w:r w:rsidR="00311E5D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（医療過誤）がなくとも</w:t>
      </w:r>
      <w:r w:rsidR="005E4B85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、</w:t>
      </w:r>
      <w:r w:rsidR="00C818E7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ご説明した</w:t>
      </w:r>
      <w:r w:rsidR="00132D56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ような</w:t>
      </w:r>
      <w:r w:rsidR="006B2621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合併症</w:t>
      </w:r>
      <w:r w:rsidR="006B2621" w:rsidRPr="00516D8C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が</w:t>
      </w:r>
      <w:r w:rsidR="001E3AFE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起きる</w:t>
      </w:r>
      <w:r w:rsidR="00834C94" w:rsidRPr="00516D8C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危険性</w:t>
      </w:r>
      <w:r w:rsidR="001E3AFE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が</w:t>
      </w:r>
      <w:r w:rsidR="001E3AFE" w:rsidRPr="00516D8C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あります。</w:t>
      </w:r>
      <w:r w:rsidR="00C818E7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本院</w:t>
      </w:r>
      <w:r w:rsidR="00C818E7" w:rsidRPr="00516D8C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は</w:t>
      </w:r>
      <w:r w:rsidR="002D29AE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もちろん</w:t>
      </w:r>
      <w:r w:rsidR="00CE7AC2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その診療に</w:t>
      </w:r>
      <w:r w:rsidR="00CE7AC2" w:rsidRPr="00516D8C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全力を</w:t>
      </w:r>
      <w:r w:rsidR="00CE7AC2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尽く</w:t>
      </w:r>
      <w:r w:rsidR="002D29AE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しますが</w:t>
      </w:r>
      <w:r w:rsidR="00CE7AC2" w:rsidRPr="00516D8C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、</w:t>
      </w:r>
      <w:r w:rsidR="00825A6E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診療は</w:t>
      </w:r>
      <w:r w:rsidR="00CE7AC2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保険診療</w:t>
      </w:r>
      <w:r w:rsidR="00825A6E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で</w:t>
      </w:r>
      <w:r w:rsidR="002D29AE" w:rsidRPr="00516D8C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行い</w:t>
      </w:r>
      <w:r w:rsidR="00C818E7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ます</w:t>
      </w:r>
      <w:r w:rsidR="00873F64" w:rsidRPr="00516D8C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ので</w:t>
      </w:r>
      <w:r w:rsidR="00C818E7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ご了解下さい。</w:t>
      </w:r>
    </w:p>
    <w:p w14:paraId="621A8668" w14:textId="235AFDA4" w:rsidR="00E70459" w:rsidRDefault="00500CD0" w:rsidP="004B70EF">
      <w:pPr>
        <w:spacing w:line="320" w:lineRule="exact"/>
        <w:rPr>
          <w:rFonts w:ascii="ＭＳ Ｐゴシック" w:eastAsia="ＭＳ Ｐゴシック" w:hAnsi="ＭＳ Ｐゴシック"/>
          <w:color w:val="FF0000"/>
          <w:sz w:val="18"/>
          <w:szCs w:val="18"/>
        </w:rPr>
      </w:pPr>
      <w:r w:rsidRPr="00516D8C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 xml:space="preserve">　</w:t>
      </w:r>
      <w:r w:rsidR="00C2242F" w:rsidRPr="00516D8C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ご不明な点</w:t>
      </w:r>
      <w:r w:rsidR="00D10EBD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など</w:t>
      </w:r>
      <w:r w:rsidR="00A202B7" w:rsidRPr="00516D8C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があ</w:t>
      </w:r>
      <w:r w:rsidR="00D10EBD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れば</w:t>
      </w:r>
      <w:r w:rsidR="00C818E7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、</w:t>
      </w:r>
      <w:r w:rsidR="00D10EBD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同意書をご提出いただく際などに</w:t>
      </w:r>
      <w:r w:rsidR="00C818E7" w:rsidRPr="00516D8C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医</w:t>
      </w:r>
      <w:r w:rsidR="00C818E7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療スタッフ</w:t>
      </w:r>
      <w:r w:rsidR="00C818E7" w:rsidRPr="00516D8C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に</w:t>
      </w:r>
      <w:r w:rsidR="00C818E7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遠慮なく</w:t>
      </w:r>
      <w:r w:rsidR="00C2242F" w:rsidRPr="00516D8C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お尋ね</w:t>
      </w:r>
      <w:r w:rsidR="00E8706E" w:rsidRPr="00516D8C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ください</w:t>
      </w:r>
      <w:r w:rsidR="00C2242F" w:rsidRPr="00516D8C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。</w:t>
      </w:r>
      <w:r w:rsidR="000F5E2C" w:rsidRPr="00516D8C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どこに</w:t>
      </w:r>
      <w:r w:rsidR="000F5E2C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相談したら</w:t>
      </w:r>
      <w:r w:rsidR="00175B6F" w:rsidRPr="00516D8C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よ</w:t>
      </w:r>
      <w:r w:rsidR="000F5E2C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いかわからない場合</w:t>
      </w:r>
      <w:r w:rsidR="000F5E2C" w:rsidRPr="00516D8C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等は、</w:t>
      </w:r>
      <w:r w:rsidR="004201FF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患者総合サポートセンター</w:t>
      </w:r>
      <w:r w:rsidR="00E70459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（</w:t>
      </w:r>
      <w:r w:rsidR="00175B6F" w:rsidRPr="00516D8C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場所：外来診療棟エントランス階地域保健医療推進部受付窓口受付：</w:t>
      </w:r>
      <w:r w:rsidR="000F5E2C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平日</w:t>
      </w:r>
      <w:r w:rsidR="00516D8C" w:rsidRPr="004201FF">
        <w:rPr>
          <w:rFonts w:ascii="ＭＳ Ｐゴシック" w:eastAsia="ＭＳ Ｐゴシック" w:hAnsi="ＭＳ Ｐゴシック"/>
          <w:sz w:val="21"/>
          <w:szCs w:val="21"/>
        </w:rPr>
        <w:t>8:30</w:t>
      </w:r>
      <w:r w:rsidR="00516D8C" w:rsidRPr="004201FF">
        <w:rPr>
          <w:rFonts w:ascii="ＭＳ Ｐゴシック" w:eastAsia="ＭＳ Ｐゴシック" w:hAnsi="ＭＳ Ｐゴシック" w:hint="eastAsia"/>
          <w:sz w:val="21"/>
          <w:szCs w:val="21"/>
        </w:rPr>
        <w:t>〜</w:t>
      </w:r>
      <w:r w:rsidR="00516D8C" w:rsidRPr="004201FF">
        <w:rPr>
          <w:rFonts w:ascii="ＭＳ Ｐゴシック" w:eastAsia="ＭＳ Ｐゴシック" w:hAnsi="ＭＳ Ｐゴシック"/>
          <w:sz w:val="21"/>
          <w:szCs w:val="21"/>
        </w:rPr>
        <w:t>17:00</w:t>
      </w:r>
      <w:r w:rsidR="00E70459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）でも</w:t>
      </w:r>
      <w:r w:rsidR="003029B2" w:rsidRPr="00516D8C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対応し</w:t>
      </w:r>
      <w:r w:rsidR="00E70459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て</w:t>
      </w:r>
      <w:r w:rsidR="00C818E7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おります</w:t>
      </w:r>
      <w:r w:rsidR="00E70459" w:rsidRPr="00516D8C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。</w:t>
      </w:r>
    </w:p>
    <w:p w14:paraId="027C0159" w14:textId="77777777" w:rsidR="004B70EF" w:rsidRPr="004B70EF" w:rsidRDefault="004B70EF" w:rsidP="004B70EF">
      <w:pPr>
        <w:spacing w:line="240" w:lineRule="exact"/>
        <w:jc w:val="left"/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</w:pPr>
    </w:p>
    <w:p w14:paraId="0DBFA902" w14:textId="3BF892C9" w:rsidR="00D10EBD" w:rsidRPr="00311E5D" w:rsidRDefault="00726838" w:rsidP="00A77BDE">
      <w:pPr>
        <w:spacing w:line="480" w:lineRule="exact"/>
        <w:ind w:firstLineChars="200" w:firstLine="480"/>
        <w:jc w:val="left"/>
        <w:rPr>
          <w:rFonts w:ascii="ＭＳ Ｐゴシック" w:eastAsia="ＭＳ Ｐゴシック" w:hAnsi="ＭＳ Ｐゴシック"/>
          <w:color w:val="000000" w:themeColor="text1"/>
        </w:rPr>
      </w:pPr>
      <w:r w:rsidRPr="00311E5D">
        <w:rPr>
          <w:rFonts w:ascii="ＭＳ Ｐゴシック" w:eastAsia="ＭＳ Ｐゴシック" w:hAnsi="ＭＳ Ｐゴシック" w:hint="eastAsia"/>
          <w:color w:val="000000" w:themeColor="text1"/>
        </w:rPr>
        <w:t>説明年月日</w:t>
      </w:r>
      <w:r w:rsidR="00DA5654" w:rsidRPr="00311E5D">
        <w:rPr>
          <w:rFonts w:ascii="ＭＳ Ｐゴシック" w:eastAsia="ＭＳ Ｐゴシック" w:hAnsi="ＭＳ Ｐゴシック"/>
          <w:color w:val="000000" w:themeColor="text1"/>
        </w:rPr>
        <w:t>【必須】</w:t>
      </w:r>
      <w:r w:rsidRPr="00311E5D">
        <w:rPr>
          <w:rFonts w:ascii="ＭＳ Ｐゴシック" w:eastAsia="ＭＳ Ｐゴシック" w:hAnsi="ＭＳ Ｐゴシック" w:hint="eastAsia"/>
          <w:color w:val="000000" w:themeColor="text1"/>
        </w:rPr>
        <w:t>：</w:t>
      </w:r>
      <w:r w:rsidR="005333DC" w:rsidRPr="00311E5D">
        <w:rPr>
          <w:rFonts w:ascii="ＭＳ Ｐゴシック" w:eastAsia="ＭＳ Ｐゴシック" w:hAnsi="ＭＳ Ｐゴシック" w:hint="eastAsia"/>
          <w:color w:val="000000" w:themeColor="text1"/>
        </w:rPr>
        <w:t xml:space="preserve">　</w:t>
      </w:r>
      <w:r w:rsidR="00813370" w:rsidRPr="00311E5D">
        <w:rPr>
          <w:rFonts w:ascii="ＭＳ Ｐゴシック" w:eastAsia="ＭＳ Ｐゴシック" w:hAnsi="ＭＳ Ｐゴシック" w:hint="eastAsia"/>
          <w:color w:val="000000" w:themeColor="text1"/>
        </w:rPr>
        <w:t xml:space="preserve">  </w:t>
      </w:r>
      <w:r w:rsidRPr="00311E5D">
        <w:rPr>
          <w:rFonts w:ascii="ＭＳ Ｐゴシック" w:eastAsia="ＭＳ Ｐゴシック" w:hAnsi="ＭＳ Ｐゴシック" w:hint="eastAsia"/>
          <w:color w:val="000000" w:themeColor="text1"/>
          <w:u w:val="thick"/>
        </w:rPr>
        <w:t xml:space="preserve">　</w:t>
      </w:r>
      <w:r w:rsidR="00A02F0B" w:rsidRPr="00311E5D">
        <w:rPr>
          <w:rFonts w:ascii="ＭＳ Ｐゴシック" w:eastAsia="ＭＳ Ｐゴシック" w:hAnsi="ＭＳ Ｐゴシック" w:hint="eastAsia"/>
          <w:color w:val="000000" w:themeColor="text1"/>
          <w:u w:val="thick"/>
        </w:rPr>
        <w:t xml:space="preserve">　</w:t>
      </w:r>
      <w:r w:rsidR="00580F6A" w:rsidRPr="00311E5D">
        <w:rPr>
          <w:rFonts w:ascii="ＭＳ Ｐゴシック" w:eastAsia="ＭＳ Ｐゴシック" w:hAnsi="ＭＳ Ｐゴシック" w:hint="eastAsia"/>
          <w:color w:val="000000" w:themeColor="text1"/>
          <w:u w:val="thick"/>
        </w:rPr>
        <w:t xml:space="preserve">　</w:t>
      </w:r>
      <w:r w:rsidR="00225312" w:rsidRPr="00311E5D">
        <w:rPr>
          <w:rFonts w:ascii="ＭＳ Ｐゴシック" w:eastAsia="ＭＳ Ｐゴシック" w:hAnsi="ＭＳ Ｐゴシック"/>
          <w:color w:val="000000" w:themeColor="text1"/>
          <w:u w:val="thick"/>
        </w:rPr>
        <w:t xml:space="preserve">  </w:t>
      </w:r>
      <w:r w:rsidR="00580F6A" w:rsidRPr="00311E5D">
        <w:rPr>
          <w:rFonts w:ascii="ＭＳ Ｐゴシック" w:eastAsia="ＭＳ Ｐゴシック" w:hAnsi="ＭＳ Ｐゴシック" w:hint="eastAsia"/>
          <w:color w:val="000000" w:themeColor="text1"/>
          <w:u w:val="thick"/>
        </w:rPr>
        <w:t xml:space="preserve">　　　</w:t>
      </w:r>
      <w:r w:rsidRPr="00311E5D">
        <w:rPr>
          <w:rFonts w:ascii="ＭＳ Ｐゴシック" w:eastAsia="ＭＳ Ｐゴシック" w:hAnsi="ＭＳ Ｐゴシック" w:hint="eastAsia"/>
          <w:color w:val="000000" w:themeColor="text1"/>
        </w:rPr>
        <w:t>年</w:t>
      </w:r>
      <w:r w:rsidRPr="00311E5D">
        <w:rPr>
          <w:rFonts w:ascii="ＭＳ Ｐゴシック" w:eastAsia="ＭＳ Ｐゴシック" w:hAnsi="ＭＳ Ｐゴシック" w:hint="eastAsia"/>
          <w:color w:val="000000" w:themeColor="text1"/>
          <w:u w:val="thick"/>
        </w:rPr>
        <w:t xml:space="preserve">　</w:t>
      </w:r>
      <w:r w:rsidR="00225312" w:rsidRPr="00311E5D">
        <w:rPr>
          <w:rFonts w:ascii="ＭＳ Ｐゴシック" w:eastAsia="ＭＳ Ｐゴシック" w:hAnsi="ＭＳ Ｐゴシック"/>
          <w:color w:val="000000" w:themeColor="text1"/>
          <w:u w:val="thick"/>
        </w:rPr>
        <w:t xml:space="preserve">  </w:t>
      </w:r>
      <w:r w:rsidRPr="00311E5D">
        <w:rPr>
          <w:rFonts w:ascii="ＭＳ Ｐゴシック" w:eastAsia="ＭＳ Ｐゴシック" w:hAnsi="ＭＳ Ｐゴシック" w:hint="eastAsia"/>
          <w:color w:val="000000" w:themeColor="text1"/>
          <w:u w:val="thick"/>
        </w:rPr>
        <w:t xml:space="preserve">　</w:t>
      </w:r>
      <w:r w:rsidR="00580F6A" w:rsidRPr="00311E5D">
        <w:rPr>
          <w:rFonts w:ascii="ＭＳ Ｐゴシック" w:eastAsia="ＭＳ Ｐゴシック" w:hAnsi="ＭＳ Ｐゴシック" w:hint="eastAsia"/>
          <w:color w:val="000000" w:themeColor="text1"/>
          <w:u w:val="thick"/>
        </w:rPr>
        <w:t xml:space="preserve">　</w:t>
      </w:r>
      <w:r w:rsidRPr="00311E5D">
        <w:rPr>
          <w:rFonts w:ascii="ＭＳ Ｐゴシック" w:eastAsia="ＭＳ Ｐゴシック" w:hAnsi="ＭＳ Ｐゴシック" w:hint="eastAsia"/>
          <w:color w:val="000000" w:themeColor="text1"/>
        </w:rPr>
        <w:t>月</w:t>
      </w:r>
      <w:r w:rsidRPr="00311E5D">
        <w:rPr>
          <w:rFonts w:ascii="ＭＳ Ｐゴシック" w:eastAsia="ＭＳ Ｐゴシック" w:hAnsi="ＭＳ Ｐゴシック" w:hint="eastAsia"/>
          <w:color w:val="000000" w:themeColor="text1"/>
          <w:u w:val="thick"/>
        </w:rPr>
        <w:t xml:space="preserve">　　</w:t>
      </w:r>
      <w:r w:rsidR="00225312" w:rsidRPr="00311E5D">
        <w:rPr>
          <w:rFonts w:ascii="ＭＳ Ｐゴシック" w:eastAsia="ＭＳ Ｐゴシック" w:hAnsi="ＭＳ Ｐゴシック"/>
          <w:color w:val="000000" w:themeColor="text1"/>
          <w:u w:val="thick"/>
        </w:rPr>
        <w:t xml:space="preserve">  </w:t>
      </w:r>
      <w:r w:rsidR="00580F6A" w:rsidRPr="00311E5D">
        <w:rPr>
          <w:rFonts w:ascii="ＭＳ Ｐゴシック" w:eastAsia="ＭＳ Ｐゴシック" w:hAnsi="ＭＳ Ｐゴシック" w:hint="eastAsia"/>
          <w:color w:val="000000" w:themeColor="text1"/>
          <w:u w:val="thick"/>
        </w:rPr>
        <w:t xml:space="preserve">　</w:t>
      </w:r>
      <w:r w:rsidRPr="00311E5D">
        <w:rPr>
          <w:rFonts w:ascii="ＭＳ Ｐゴシック" w:eastAsia="ＭＳ Ｐゴシック" w:hAnsi="ＭＳ Ｐゴシック" w:hint="eastAsia"/>
          <w:color w:val="000000" w:themeColor="text1"/>
        </w:rPr>
        <w:t>日</w:t>
      </w:r>
    </w:p>
    <w:p w14:paraId="7233BED8" w14:textId="760C453D" w:rsidR="00602C28" w:rsidRDefault="00602C28" w:rsidP="00602C28">
      <w:pPr>
        <w:spacing w:line="480" w:lineRule="exact"/>
        <w:ind w:firstLineChars="200" w:firstLine="480"/>
        <w:jc w:val="left"/>
        <w:rPr>
          <w:rFonts w:ascii="ＭＳ Ｐゴシック" w:eastAsia="ＭＳ Ｐゴシック" w:hAnsi="ＭＳ Ｐゴシック"/>
          <w:color w:val="000000" w:themeColor="text1"/>
        </w:rPr>
      </w:pPr>
      <w:r>
        <w:rPr>
          <w:rFonts w:ascii="ＭＳ Ｐゴシック" w:eastAsia="ＭＳ Ｐゴシック" w:hAnsi="ＭＳ Ｐゴシック" w:hint="eastAsia"/>
          <w:color w:val="000000" w:themeColor="text1"/>
        </w:rPr>
        <w:t>患者からの質問（説明時、重要なもの）</w:t>
      </w:r>
      <w:r w:rsidRPr="00311E5D">
        <w:rPr>
          <w:rFonts w:ascii="ＭＳ Ｐゴシック" w:eastAsia="ＭＳ Ｐゴシック" w:hAnsi="ＭＳ Ｐゴシック"/>
          <w:color w:val="000000" w:themeColor="text1"/>
        </w:rPr>
        <w:t>【必須】</w:t>
      </w:r>
      <w:r w:rsidRPr="00311E5D">
        <w:rPr>
          <w:rFonts w:ascii="ＭＳ Ｐゴシック" w:eastAsia="ＭＳ Ｐゴシック" w:hAnsi="ＭＳ Ｐゴシック" w:hint="eastAsia"/>
          <w:color w:val="000000" w:themeColor="text1"/>
        </w:rPr>
        <w:t>：</w:t>
      </w:r>
      <w:r>
        <w:rPr>
          <w:rFonts w:ascii="ＭＳ Ｐゴシック" w:eastAsia="ＭＳ Ｐゴシック" w:hAnsi="ＭＳ Ｐゴシック" w:hint="eastAsia"/>
          <w:color w:val="000000" w:themeColor="text1"/>
        </w:rPr>
        <w:t xml:space="preserve">　□なし　　□あり（　　　　　　　　　　　　　　）</w:t>
      </w:r>
    </w:p>
    <w:p w14:paraId="13126666" w14:textId="77777777" w:rsidR="00D10EBD" w:rsidRDefault="00582965" w:rsidP="009C0C73">
      <w:pPr>
        <w:spacing w:line="480" w:lineRule="exact"/>
        <w:ind w:firstLineChars="200" w:firstLine="480"/>
        <w:jc w:val="left"/>
        <w:rPr>
          <w:rFonts w:ascii="ＭＳ Ｐゴシック" w:eastAsia="ＭＳ Ｐゴシック" w:hAnsi="ＭＳ Ｐゴシック"/>
          <w:color w:val="000000" w:themeColor="text1"/>
        </w:rPr>
      </w:pPr>
      <w:r w:rsidRPr="00311E5D">
        <w:rPr>
          <w:rFonts w:ascii="ＭＳ Ｐゴシック" w:eastAsia="ＭＳ Ｐゴシック" w:hAnsi="ＭＳ Ｐゴシック" w:hint="eastAsia"/>
          <w:color w:val="000000" w:themeColor="text1"/>
        </w:rPr>
        <w:t>説明医師署名</w:t>
      </w:r>
      <w:r w:rsidR="00DA5654" w:rsidRPr="00311E5D">
        <w:rPr>
          <w:rFonts w:ascii="ＭＳ Ｐゴシック" w:eastAsia="ＭＳ Ｐゴシック" w:hAnsi="ＭＳ Ｐゴシック"/>
          <w:color w:val="000000" w:themeColor="text1"/>
        </w:rPr>
        <w:t>【必須】</w:t>
      </w:r>
      <w:r w:rsidR="00726838" w:rsidRPr="00311E5D">
        <w:rPr>
          <w:rFonts w:ascii="ＭＳ Ｐゴシック" w:eastAsia="ＭＳ Ｐゴシック" w:hAnsi="ＭＳ Ｐゴシック" w:hint="eastAsia"/>
          <w:color w:val="000000" w:themeColor="text1"/>
        </w:rPr>
        <w:t>：</w:t>
      </w:r>
      <w:r w:rsidR="005333DC" w:rsidRPr="00311E5D">
        <w:rPr>
          <w:rFonts w:ascii="ＭＳ Ｐゴシック" w:eastAsia="ＭＳ Ｐゴシック" w:hAnsi="ＭＳ Ｐゴシック" w:hint="eastAsia"/>
          <w:color w:val="000000" w:themeColor="text1"/>
        </w:rPr>
        <w:t xml:space="preserve">　</w:t>
      </w:r>
      <w:r w:rsidR="00580F6A" w:rsidRPr="00311E5D">
        <w:rPr>
          <w:rFonts w:ascii="ＭＳ Ｐゴシック" w:eastAsia="ＭＳ Ｐゴシック" w:hAnsi="ＭＳ Ｐゴシック" w:hint="eastAsia"/>
          <w:color w:val="000000" w:themeColor="text1"/>
          <w:u w:val="thick"/>
        </w:rPr>
        <w:t xml:space="preserve">　　　　　　　　　　　　　　　　　　　　　　　　　　　　　</w:t>
      </w:r>
      <w:r w:rsidR="003E5D9B" w:rsidRPr="00311E5D">
        <w:rPr>
          <w:rFonts w:ascii="ＭＳ Ｐゴシック" w:eastAsia="ＭＳ Ｐゴシック" w:hAnsi="ＭＳ Ｐゴシック" w:hint="eastAsia"/>
          <w:color w:val="000000" w:themeColor="text1"/>
        </w:rPr>
        <w:t xml:space="preserve">　　</w:t>
      </w:r>
    </w:p>
    <w:p w14:paraId="2F882D60" w14:textId="63C29C71" w:rsidR="001177B5" w:rsidRPr="00311E5D" w:rsidRDefault="00A202B7" w:rsidP="009C0C73">
      <w:pPr>
        <w:spacing w:line="480" w:lineRule="exact"/>
        <w:ind w:firstLineChars="200" w:firstLine="480"/>
        <w:jc w:val="left"/>
        <w:rPr>
          <w:rFonts w:ascii="ＭＳ Ｐゴシック" w:eastAsia="ＭＳ Ｐゴシック" w:hAnsi="ＭＳ Ｐゴシック"/>
          <w:color w:val="000000" w:themeColor="text1"/>
        </w:rPr>
      </w:pPr>
      <w:r w:rsidRPr="00311E5D">
        <w:rPr>
          <w:rFonts w:ascii="ＭＳ Ｐゴシック" w:eastAsia="ＭＳ Ｐゴシック" w:hAnsi="ＭＳ Ｐゴシック"/>
          <w:color w:val="000000" w:themeColor="text1"/>
        </w:rPr>
        <w:t>看護師</w:t>
      </w:r>
      <w:r w:rsidRPr="00311E5D">
        <w:rPr>
          <w:rFonts w:ascii="ＭＳ Ｐゴシック" w:eastAsia="ＭＳ Ｐゴシック" w:hAnsi="ＭＳ Ｐゴシック" w:hint="eastAsia"/>
          <w:color w:val="000000" w:themeColor="text1"/>
        </w:rPr>
        <w:t>等</w:t>
      </w:r>
      <w:r w:rsidR="00726838" w:rsidRPr="00311E5D">
        <w:rPr>
          <w:rFonts w:ascii="ＭＳ Ｐゴシック" w:eastAsia="ＭＳ Ｐゴシック" w:hAnsi="ＭＳ Ｐゴシック" w:hint="eastAsia"/>
          <w:color w:val="000000" w:themeColor="text1"/>
        </w:rPr>
        <w:t>同席者</w:t>
      </w:r>
      <w:r w:rsidR="00582965" w:rsidRPr="00311E5D">
        <w:rPr>
          <w:rFonts w:ascii="ＭＳ Ｐゴシック" w:eastAsia="ＭＳ Ｐゴシック" w:hAnsi="ＭＳ Ｐゴシック" w:hint="eastAsia"/>
          <w:color w:val="000000" w:themeColor="text1"/>
        </w:rPr>
        <w:t>署名</w:t>
      </w:r>
      <w:r w:rsidR="00726838" w:rsidRPr="00311E5D">
        <w:rPr>
          <w:rFonts w:ascii="ＭＳ Ｐゴシック" w:eastAsia="ＭＳ Ｐゴシック" w:hAnsi="ＭＳ Ｐゴシック" w:hint="eastAsia"/>
          <w:color w:val="000000" w:themeColor="text1"/>
        </w:rPr>
        <w:t>：</w:t>
      </w:r>
      <w:r w:rsidR="005333DC" w:rsidRPr="00311E5D">
        <w:rPr>
          <w:rFonts w:ascii="ＭＳ Ｐゴシック" w:eastAsia="ＭＳ Ｐゴシック" w:hAnsi="ＭＳ Ｐゴシック" w:hint="eastAsia"/>
          <w:color w:val="000000" w:themeColor="text1"/>
        </w:rPr>
        <w:t xml:space="preserve">　</w:t>
      </w:r>
      <w:r w:rsidR="00580F6A" w:rsidRPr="00311E5D">
        <w:rPr>
          <w:rFonts w:ascii="ＭＳ Ｐゴシック" w:eastAsia="ＭＳ Ｐゴシック" w:hAnsi="ＭＳ Ｐゴシック" w:hint="eastAsia"/>
          <w:color w:val="000000" w:themeColor="text1"/>
          <w:u w:val="thick"/>
        </w:rPr>
        <w:t xml:space="preserve">　　　　　　　　　　　　　　　　　　　　　　　　　　　　　</w:t>
      </w:r>
      <w:r w:rsidR="00726838" w:rsidRPr="00311E5D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 xml:space="preserve">　　　　</w:t>
      </w:r>
      <w:r w:rsidR="005036F5" w:rsidRPr="00311E5D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 xml:space="preserve">　</w:t>
      </w:r>
      <w:r w:rsidR="00726838" w:rsidRPr="00311E5D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 xml:space="preserve">　　　　</w:t>
      </w:r>
      <w:r w:rsidR="003E5D9B" w:rsidRPr="00311E5D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 xml:space="preserve">　　　　　　</w:t>
      </w:r>
      <w:r w:rsidR="00726838" w:rsidRPr="00311E5D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 xml:space="preserve">　　</w:t>
      </w:r>
      <w:r w:rsidR="005036F5" w:rsidRPr="00311E5D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 xml:space="preserve">　　</w:t>
      </w:r>
      <w:r w:rsidR="007E62AF" w:rsidRPr="00311E5D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 xml:space="preserve">  </w:t>
      </w:r>
    </w:p>
    <w:p w14:paraId="56C4832D" w14:textId="20A602BD" w:rsidR="00726838" w:rsidRPr="00311E5D" w:rsidRDefault="00726838" w:rsidP="00580F6A">
      <w:pPr>
        <w:spacing w:line="320" w:lineRule="exact"/>
        <w:jc w:val="left"/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</w:pPr>
    </w:p>
    <w:p w14:paraId="3169DDC1" w14:textId="2D4491E5" w:rsidR="003A2EB9" w:rsidRDefault="00142D05" w:rsidP="00580F6A">
      <w:pPr>
        <w:spacing w:line="320" w:lineRule="exact"/>
        <w:jc w:val="left"/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</w:pPr>
      <w:r w:rsidRPr="00311E5D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 xml:space="preserve">　私</w:t>
      </w:r>
      <w:r w:rsidR="00825A6E" w:rsidRPr="00311E5D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（</w:t>
      </w:r>
      <w:r w:rsidR="00825A6E" w:rsidRPr="00311E5D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患者）</w:t>
      </w:r>
      <w:r w:rsidRPr="00311E5D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は、上記</w:t>
      </w:r>
      <w:r w:rsidR="00E26CD9" w:rsidRPr="00311E5D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の</w:t>
      </w:r>
      <w:r w:rsidRPr="00311E5D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診療</w:t>
      </w:r>
      <w:r w:rsidR="00726838" w:rsidRPr="00311E5D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行為を受けるにあたり、</w:t>
      </w:r>
      <w:r w:rsidR="005333DC" w:rsidRPr="00311E5D">
        <w:rPr>
          <w:rFonts w:ascii="ＭＳ Ｐゴシック" w:eastAsia="ＭＳ Ｐゴシック" w:hAnsi="ＭＳ Ｐゴシック"/>
          <w:color w:val="000000" w:themeColor="text1"/>
          <w:sz w:val="21"/>
          <w:szCs w:val="21"/>
        </w:rPr>
        <w:t>別紙</w:t>
      </w:r>
      <w:r w:rsidR="00CF5F16" w:rsidRPr="00311E5D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説明書に記載された事項について</w:t>
      </w:r>
      <w:r w:rsidR="00726838" w:rsidRPr="00311E5D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説明を受け</w:t>
      </w:r>
      <w:r w:rsidR="0074540A" w:rsidRPr="00311E5D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ました。説明</w:t>
      </w:r>
      <w:r w:rsidR="00726838" w:rsidRPr="00311E5D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内容を十分に理解し</w:t>
      </w:r>
      <w:r w:rsidRPr="00311E5D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、</w:t>
      </w:r>
      <w:r w:rsidR="005333DC" w:rsidRPr="00311E5D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この診療行為を受けることを</w:t>
      </w:r>
      <w:r w:rsidR="00726838" w:rsidRPr="00311E5D">
        <w:rPr>
          <w:rFonts w:ascii="ＭＳ Ｐゴシック" w:eastAsia="ＭＳ Ｐゴシック" w:hAnsi="ＭＳ Ｐゴシック" w:hint="eastAsia"/>
          <w:color w:val="000000" w:themeColor="text1"/>
          <w:sz w:val="21"/>
          <w:szCs w:val="21"/>
        </w:rPr>
        <w:t>同意します。</w:t>
      </w:r>
    </w:p>
    <w:p w14:paraId="044159FA" w14:textId="77777777" w:rsidR="004B70EF" w:rsidRPr="004B70EF" w:rsidRDefault="004B70EF" w:rsidP="004B70EF">
      <w:pPr>
        <w:spacing w:line="240" w:lineRule="exact"/>
        <w:jc w:val="left"/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</w:pPr>
    </w:p>
    <w:p w14:paraId="336E4B32" w14:textId="4936A4F5" w:rsidR="00D10EBD" w:rsidRPr="00311E5D" w:rsidRDefault="00183A54" w:rsidP="00A77BDE">
      <w:pPr>
        <w:spacing w:line="480" w:lineRule="exact"/>
        <w:ind w:firstLineChars="200" w:firstLine="480"/>
        <w:jc w:val="left"/>
        <w:rPr>
          <w:rFonts w:ascii="ＭＳ Ｐゴシック" w:eastAsia="ＭＳ Ｐゴシック" w:hAnsi="ＭＳ Ｐゴシック"/>
          <w:color w:val="000000" w:themeColor="text1"/>
        </w:rPr>
      </w:pPr>
      <w:r w:rsidRPr="00311E5D">
        <w:rPr>
          <w:rFonts w:ascii="ＭＳ Ｐゴシック" w:eastAsia="ＭＳ Ｐゴシック" w:hAnsi="ＭＳ Ｐゴシック" w:hint="eastAsia"/>
          <w:color w:val="000000" w:themeColor="text1"/>
        </w:rPr>
        <w:t>患者署名</w:t>
      </w:r>
      <w:r w:rsidR="00726838" w:rsidRPr="00311E5D">
        <w:rPr>
          <w:rFonts w:ascii="ＭＳ Ｐゴシック" w:eastAsia="ＭＳ Ｐゴシック" w:hAnsi="ＭＳ Ｐゴシック" w:hint="eastAsia"/>
          <w:color w:val="000000" w:themeColor="text1"/>
        </w:rPr>
        <w:t>年月日</w:t>
      </w:r>
      <w:r w:rsidR="00DA5654" w:rsidRPr="00311E5D">
        <w:rPr>
          <w:rFonts w:ascii="ＭＳ Ｐゴシック" w:eastAsia="ＭＳ Ｐゴシック" w:hAnsi="ＭＳ Ｐゴシック"/>
          <w:color w:val="000000" w:themeColor="text1"/>
        </w:rPr>
        <w:t>【必須】</w:t>
      </w:r>
      <w:r w:rsidR="00726838" w:rsidRPr="00311E5D">
        <w:rPr>
          <w:rFonts w:ascii="ＭＳ Ｐゴシック" w:eastAsia="ＭＳ Ｐゴシック" w:hAnsi="ＭＳ Ｐゴシック" w:hint="eastAsia"/>
          <w:color w:val="000000" w:themeColor="text1"/>
        </w:rPr>
        <w:t>：</w:t>
      </w:r>
      <w:r w:rsidR="00ED2BE9" w:rsidRPr="00311E5D">
        <w:rPr>
          <w:rFonts w:ascii="ＭＳ Ｐゴシック" w:eastAsia="ＭＳ Ｐゴシック" w:hAnsi="ＭＳ Ｐゴシック" w:hint="eastAsia"/>
          <w:color w:val="000000" w:themeColor="text1"/>
        </w:rPr>
        <w:t xml:space="preserve">　</w:t>
      </w:r>
      <w:r w:rsidR="00580F6A" w:rsidRPr="00311E5D">
        <w:rPr>
          <w:rFonts w:ascii="ＭＳ Ｐゴシック" w:eastAsia="ＭＳ Ｐゴシック" w:hAnsi="ＭＳ Ｐゴシック" w:hint="eastAsia"/>
          <w:color w:val="000000" w:themeColor="text1"/>
          <w:u w:val="thick"/>
        </w:rPr>
        <w:t xml:space="preserve">　</w:t>
      </w:r>
      <w:r w:rsidR="00A02F0B" w:rsidRPr="00311E5D">
        <w:rPr>
          <w:rFonts w:ascii="ＭＳ Ｐゴシック" w:eastAsia="ＭＳ Ｐゴシック" w:hAnsi="ＭＳ Ｐゴシック" w:hint="eastAsia"/>
          <w:color w:val="000000" w:themeColor="text1"/>
          <w:u w:val="thick"/>
        </w:rPr>
        <w:t xml:space="preserve">　</w:t>
      </w:r>
      <w:r w:rsidR="00580F6A" w:rsidRPr="00311E5D">
        <w:rPr>
          <w:rFonts w:ascii="ＭＳ Ｐゴシック" w:eastAsia="ＭＳ Ｐゴシック" w:hAnsi="ＭＳ Ｐゴシック" w:hint="eastAsia"/>
          <w:color w:val="000000" w:themeColor="text1"/>
          <w:u w:val="thick"/>
        </w:rPr>
        <w:t xml:space="preserve">　　　　</w:t>
      </w:r>
      <w:r w:rsidR="00580F6A" w:rsidRPr="00311E5D">
        <w:rPr>
          <w:rFonts w:ascii="ＭＳ Ｐゴシック" w:eastAsia="ＭＳ Ｐゴシック" w:hAnsi="ＭＳ Ｐゴシック" w:hint="eastAsia"/>
          <w:color w:val="000000" w:themeColor="text1"/>
        </w:rPr>
        <w:t>年</w:t>
      </w:r>
      <w:r w:rsidR="00580F6A" w:rsidRPr="00311E5D">
        <w:rPr>
          <w:rFonts w:ascii="ＭＳ Ｐゴシック" w:eastAsia="ＭＳ Ｐゴシック" w:hAnsi="ＭＳ Ｐゴシック" w:hint="eastAsia"/>
          <w:color w:val="000000" w:themeColor="text1"/>
          <w:u w:val="thick"/>
        </w:rPr>
        <w:t xml:space="preserve">　　　</w:t>
      </w:r>
      <w:r w:rsidR="00580F6A" w:rsidRPr="00311E5D">
        <w:rPr>
          <w:rFonts w:ascii="ＭＳ Ｐゴシック" w:eastAsia="ＭＳ Ｐゴシック" w:hAnsi="ＭＳ Ｐゴシック" w:hint="eastAsia"/>
          <w:color w:val="000000" w:themeColor="text1"/>
        </w:rPr>
        <w:t>月</w:t>
      </w:r>
      <w:r w:rsidR="00580F6A" w:rsidRPr="00311E5D">
        <w:rPr>
          <w:rFonts w:ascii="ＭＳ Ｐゴシック" w:eastAsia="ＭＳ Ｐゴシック" w:hAnsi="ＭＳ Ｐゴシック" w:hint="eastAsia"/>
          <w:color w:val="000000" w:themeColor="text1"/>
          <w:u w:val="thick"/>
        </w:rPr>
        <w:t xml:space="preserve">　　　</w:t>
      </w:r>
      <w:r w:rsidR="00580F6A" w:rsidRPr="00311E5D">
        <w:rPr>
          <w:rFonts w:ascii="ＭＳ Ｐゴシック" w:eastAsia="ＭＳ Ｐゴシック" w:hAnsi="ＭＳ Ｐゴシック" w:hint="eastAsia"/>
          <w:color w:val="000000" w:themeColor="text1"/>
        </w:rPr>
        <w:t>日</w:t>
      </w:r>
    </w:p>
    <w:p w14:paraId="19C944F5" w14:textId="640FB243" w:rsidR="00D10EBD" w:rsidRPr="00311E5D" w:rsidRDefault="00582965" w:rsidP="00A77BDE">
      <w:pPr>
        <w:spacing w:line="480" w:lineRule="exact"/>
        <w:ind w:firstLineChars="200" w:firstLine="480"/>
        <w:jc w:val="left"/>
        <w:rPr>
          <w:rFonts w:ascii="ＭＳ Ｐゴシック" w:eastAsia="ＭＳ Ｐゴシック" w:hAnsi="ＭＳ Ｐゴシック"/>
          <w:color w:val="000000" w:themeColor="text1"/>
        </w:rPr>
      </w:pPr>
      <w:r w:rsidRPr="00311E5D">
        <w:rPr>
          <w:rFonts w:ascii="ＭＳ Ｐゴシック" w:eastAsia="ＭＳ Ｐゴシック" w:hAnsi="ＭＳ Ｐゴシック" w:hint="eastAsia"/>
          <w:color w:val="000000" w:themeColor="text1"/>
        </w:rPr>
        <w:t>患者</w:t>
      </w:r>
      <w:r w:rsidR="00183A54" w:rsidRPr="00311E5D">
        <w:rPr>
          <w:rFonts w:ascii="ＭＳ Ｐゴシック" w:eastAsia="ＭＳ Ｐゴシック" w:hAnsi="ＭＳ Ｐゴシック"/>
          <w:color w:val="000000" w:themeColor="text1"/>
        </w:rPr>
        <w:t>氏名（署名）</w:t>
      </w:r>
      <w:r w:rsidR="00DA5654" w:rsidRPr="00311E5D">
        <w:rPr>
          <w:rFonts w:ascii="ＭＳ Ｐゴシック" w:eastAsia="ＭＳ Ｐゴシック" w:hAnsi="ＭＳ Ｐゴシック"/>
          <w:color w:val="000000" w:themeColor="text1"/>
        </w:rPr>
        <w:t>【必須】</w:t>
      </w:r>
      <w:r w:rsidR="00726838" w:rsidRPr="00311E5D">
        <w:rPr>
          <w:rFonts w:ascii="ＭＳ Ｐゴシック" w:eastAsia="ＭＳ Ｐゴシック" w:hAnsi="ＭＳ Ｐゴシック" w:hint="eastAsia"/>
          <w:color w:val="000000" w:themeColor="text1"/>
        </w:rPr>
        <w:t>：</w:t>
      </w:r>
      <w:r w:rsidR="00AC2D67" w:rsidRPr="00311E5D">
        <w:rPr>
          <w:rFonts w:ascii="ＭＳ Ｐゴシック" w:eastAsia="ＭＳ Ｐゴシック" w:hAnsi="ＭＳ Ｐゴシック" w:hint="eastAsia"/>
          <w:color w:val="000000" w:themeColor="text1"/>
        </w:rPr>
        <w:t xml:space="preserve">　</w:t>
      </w:r>
      <w:r w:rsidR="00580F6A" w:rsidRPr="00311E5D">
        <w:rPr>
          <w:rFonts w:ascii="ＭＳ Ｐゴシック" w:eastAsia="ＭＳ Ｐゴシック" w:hAnsi="ＭＳ Ｐゴシック" w:hint="eastAsia"/>
          <w:color w:val="000000" w:themeColor="text1"/>
          <w:u w:val="thick"/>
        </w:rPr>
        <w:t xml:space="preserve">　　　　　　　　　　　　　　　　　　　　　　</w:t>
      </w:r>
      <w:r w:rsidR="00183A54" w:rsidRPr="00311E5D">
        <w:rPr>
          <w:rFonts w:ascii="ＭＳ Ｐゴシック" w:eastAsia="ＭＳ Ｐゴシック" w:hAnsi="ＭＳ Ｐゴシック"/>
          <w:color w:val="000000" w:themeColor="text1"/>
          <w:u w:val="thick"/>
        </w:rPr>
        <w:t xml:space="preserve">　　</w:t>
      </w:r>
      <w:r w:rsidR="00580F6A" w:rsidRPr="00311E5D">
        <w:rPr>
          <w:rFonts w:ascii="ＭＳ Ｐゴシック" w:eastAsia="ＭＳ Ｐゴシック" w:hAnsi="ＭＳ Ｐゴシック" w:hint="eastAsia"/>
          <w:color w:val="000000" w:themeColor="text1"/>
          <w:u w:val="thick"/>
        </w:rPr>
        <w:t xml:space="preserve">　　　　　　　</w:t>
      </w:r>
    </w:p>
    <w:p w14:paraId="5621C857" w14:textId="4A240CE6" w:rsidR="00D10EBD" w:rsidRPr="00A77BDE" w:rsidRDefault="003029B2" w:rsidP="00A77BDE">
      <w:pPr>
        <w:spacing w:line="480" w:lineRule="exact"/>
        <w:ind w:firstLineChars="200" w:firstLine="480"/>
        <w:jc w:val="left"/>
        <w:rPr>
          <w:rFonts w:ascii="ＭＳ Ｐゴシック" w:eastAsia="ＭＳ Ｐゴシック" w:hAnsi="ＭＳ Ｐゴシック"/>
          <w:color w:val="000000" w:themeColor="text1"/>
          <w:u w:val="dotted"/>
        </w:rPr>
      </w:pPr>
      <w:r w:rsidRPr="00311E5D">
        <w:rPr>
          <w:rFonts w:ascii="ＭＳ Ｐゴシック" w:eastAsia="ＭＳ Ｐゴシック" w:hAnsi="ＭＳ Ｐゴシック" w:hint="eastAsia"/>
          <w:color w:val="000000" w:themeColor="text1"/>
        </w:rPr>
        <w:t>（患者さん以外が患者氏名欄に記名した場合には、以下も必ずご記入下さい）</w:t>
      </w:r>
    </w:p>
    <w:p w14:paraId="48B81D31" w14:textId="0691E3C2" w:rsidR="00D10EBD" w:rsidRPr="00A77BDE" w:rsidRDefault="00390419" w:rsidP="00A77BDE">
      <w:pPr>
        <w:ind w:firstLineChars="200" w:firstLine="480"/>
        <w:jc w:val="left"/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</w:pPr>
      <w:r w:rsidRPr="00311E5D">
        <w:rPr>
          <w:rFonts w:ascii="ＭＳ Ｐゴシック" w:eastAsia="ＭＳ Ｐゴシック" w:hAnsi="ＭＳ Ｐゴシック" w:hint="eastAsia"/>
          <w:color w:val="000000" w:themeColor="text1"/>
          <w:u w:val="dotted"/>
        </w:rPr>
        <w:t>代諾者</w:t>
      </w:r>
      <w:r w:rsidR="00183A54" w:rsidRPr="00311E5D">
        <w:rPr>
          <w:rFonts w:ascii="ＭＳ Ｐゴシック" w:eastAsia="ＭＳ Ｐゴシック" w:hAnsi="ＭＳ Ｐゴシック" w:hint="eastAsia"/>
          <w:color w:val="000000" w:themeColor="text1"/>
          <w:u w:val="dotted"/>
          <w:vertAlign w:val="superscript"/>
        </w:rPr>
        <w:t>*</w:t>
      </w:r>
      <w:r w:rsidR="00183A54" w:rsidRPr="00311E5D">
        <w:rPr>
          <w:rFonts w:ascii="ＭＳ Ｐゴシック" w:eastAsia="ＭＳ Ｐゴシック" w:hAnsi="ＭＳ Ｐゴシック" w:hint="eastAsia"/>
          <w:color w:val="000000" w:themeColor="text1"/>
          <w:u w:val="dotted"/>
        </w:rPr>
        <w:t>・</w:t>
      </w:r>
      <w:r w:rsidRPr="00311E5D">
        <w:rPr>
          <w:rFonts w:ascii="ＭＳ Ｐゴシック" w:eastAsia="ＭＳ Ｐゴシック" w:hAnsi="ＭＳ Ｐゴシック" w:hint="eastAsia"/>
          <w:color w:val="000000" w:themeColor="text1"/>
          <w:u w:val="dotted"/>
        </w:rPr>
        <w:t>記名者</w:t>
      </w:r>
      <w:r w:rsidR="005333DC" w:rsidRPr="00311E5D">
        <w:rPr>
          <w:rFonts w:ascii="ＭＳ Ｐゴシック" w:eastAsia="ＭＳ Ｐゴシック" w:hAnsi="ＭＳ Ｐゴシック"/>
          <w:color w:val="000000" w:themeColor="text1"/>
          <w:u w:val="dotted"/>
          <w:vertAlign w:val="superscript"/>
        </w:rPr>
        <w:t>*</w:t>
      </w:r>
      <w:r w:rsidR="00183A54" w:rsidRPr="00311E5D">
        <w:rPr>
          <w:rFonts w:ascii="ＭＳ Ｐゴシック" w:eastAsia="ＭＳ Ｐゴシック" w:hAnsi="ＭＳ Ｐゴシック"/>
          <w:color w:val="000000" w:themeColor="text1"/>
          <w:u w:val="dotted"/>
          <w:vertAlign w:val="superscript"/>
        </w:rPr>
        <w:t>*</w:t>
      </w:r>
      <w:r w:rsidR="00D77E4B" w:rsidRPr="00311E5D">
        <w:rPr>
          <w:rFonts w:ascii="ＭＳ Ｐゴシック" w:eastAsia="ＭＳ Ｐゴシック" w:hAnsi="ＭＳ Ｐゴシック" w:hint="eastAsia"/>
          <w:color w:val="000000" w:themeColor="text1"/>
        </w:rPr>
        <w:t>署名</w:t>
      </w:r>
      <w:r w:rsidR="000F5E2C">
        <w:rPr>
          <w:rFonts w:ascii="ＭＳ Ｐゴシック" w:eastAsia="ＭＳ Ｐゴシック" w:hAnsi="ＭＳ Ｐゴシック" w:hint="eastAsia"/>
          <w:color w:val="000000" w:themeColor="text1"/>
        </w:rPr>
        <w:t xml:space="preserve">　　</w:t>
      </w:r>
      <w:r w:rsidR="000F5E2C" w:rsidRPr="00311E5D">
        <w:rPr>
          <w:rFonts w:ascii="ＭＳ Ｐゴシック" w:eastAsia="ＭＳ Ｐゴシック" w:hAnsi="ＭＳ Ｐゴシック" w:hint="eastAsia"/>
          <w:color w:val="000000" w:themeColor="text1"/>
        </w:rPr>
        <w:t xml:space="preserve"> </w:t>
      </w:r>
      <w:r w:rsidR="000F5E2C" w:rsidRPr="00311E5D">
        <w:rPr>
          <w:rFonts w:ascii="ＭＳ Ｐゴシック" w:eastAsia="ＭＳ Ｐゴシック" w:hAnsi="ＭＳ Ｐゴシック" w:hint="eastAsia"/>
          <w:color w:val="000000" w:themeColor="text1"/>
          <w:u w:val="thick"/>
        </w:rPr>
        <w:t xml:space="preserve">　　　　　　　　　　　　　　　</w:t>
      </w:r>
      <w:r w:rsidR="000F5E2C" w:rsidRPr="00311E5D">
        <w:rPr>
          <w:rFonts w:ascii="ＭＳ Ｐゴシック" w:eastAsia="ＭＳ Ｐゴシック" w:hAnsi="ＭＳ Ｐゴシック"/>
          <w:color w:val="000000" w:themeColor="text1"/>
          <w:u w:val="thick"/>
        </w:rPr>
        <w:t xml:space="preserve">　　　</w:t>
      </w:r>
      <w:r w:rsidR="000F5E2C" w:rsidRPr="00311E5D">
        <w:rPr>
          <w:rFonts w:ascii="ＭＳ Ｐゴシック" w:eastAsia="ＭＳ Ｐゴシック" w:hAnsi="ＭＳ Ｐゴシック" w:hint="eastAsia"/>
          <w:color w:val="000000" w:themeColor="text1"/>
          <w:u w:val="thick"/>
        </w:rPr>
        <w:t xml:space="preserve">　　　（続柄：　　　　　　）</w:t>
      </w:r>
    </w:p>
    <w:p w14:paraId="597AB96D" w14:textId="50632511" w:rsidR="00D10EBD" w:rsidRPr="00A77BDE" w:rsidRDefault="000F5E2C" w:rsidP="00A77BDE">
      <w:pPr>
        <w:spacing w:line="240" w:lineRule="exact"/>
        <w:ind w:firstLineChars="200" w:firstLine="360"/>
        <w:jc w:val="left"/>
        <w:rPr>
          <w:rFonts w:ascii="ＭＳ Ｐゴシック" w:eastAsia="ＭＳ Ｐゴシック" w:hAnsi="ＭＳ Ｐゴシック"/>
          <w:color w:val="000000" w:themeColor="text1"/>
          <w:u w:val="dotted"/>
        </w:rPr>
      </w:pPr>
      <w:r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  <w:t xml:space="preserve">　</w:t>
      </w:r>
      <w:r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（</w:t>
      </w:r>
      <w:r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  <w:t>どちらかに○をつける）</w:t>
      </w:r>
    </w:p>
    <w:p w14:paraId="6DCCEA3A" w14:textId="2E96CD1B" w:rsidR="00174574" w:rsidRPr="00516D8C" w:rsidRDefault="000F5E2C" w:rsidP="009C0C73">
      <w:pPr>
        <w:spacing w:line="480" w:lineRule="exact"/>
        <w:ind w:firstLineChars="200" w:firstLine="480"/>
        <w:jc w:val="left"/>
        <w:rPr>
          <w:rFonts w:ascii="ＭＳ Ｐゴシック" w:eastAsia="ＭＳ Ｐゴシック" w:hAnsi="ＭＳ Ｐゴシック"/>
          <w:color w:val="000000" w:themeColor="text1"/>
          <w:u w:val="thick"/>
        </w:rPr>
      </w:pPr>
      <w:r w:rsidRPr="00516D8C">
        <w:rPr>
          <w:rFonts w:ascii="ＭＳ Ｐゴシック" w:eastAsia="ＭＳ Ｐゴシック" w:hAnsi="ＭＳ Ｐゴシック"/>
          <w:color w:val="000000" w:themeColor="text1"/>
          <w:u w:val="dotted"/>
        </w:rPr>
        <w:t>同席者</w:t>
      </w:r>
      <w:r w:rsidRPr="00516D8C">
        <w:rPr>
          <w:rFonts w:ascii="ＭＳ Ｐゴシック" w:eastAsia="ＭＳ Ｐゴシック" w:hAnsi="ＭＳ Ｐゴシック"/>
          <w:color w:val="000000" w:themeColor="text1"/>
          <w:u w:val="dotted"/>
          <w:vertAlign w:val="superscript"/>
        </w:rPr>
        <w:t>***</w:t>
      </w:r>
      <w:r w:rsidRPr="00516D8C">
        <w:rPr>
          <w:rFonts w:ascii="ＭＳ Ｐゴシック" w:eastAsia="ＭＳ Ｐゴシック" w:hAnsi="ＭＳ Ｐゴシック"/>
          <w:color w:val="000000" w:themeColor="text1"/>
          <w:u w:val="dotted"/>
        </w:rPr>
        <w:t>署名</w:t>
      </w:r>
      <w:r w:rsidRPr="00516D8C">
        <w:rPr>
          <w:rFonts w:ascii="ＭＳ Ｐゴシック" w:eastAsia="ＭＳ Ｐゴシック" w:hAnsi="ＭＳ Ｐゴシック" w:hint="eastAsia"/>
          <w:color w:val="000000" w:themeColor="text1"/>
        </w:rPr>
        <w:t xml:space="preserve">　　　　　　　</w:t>
      </w:r>
      <w:r w:rsidR="00813370" w:rsidRPr="00516D8C">
        <w:rPr>
          <w:rFonts w:ascii="ＭＳ Ｐゴシック" w:eastAsia="ＭＳ Ｐゴシック" w:hAnsi="ＭＳ Ｐゴシック" w:hint="eastAsia"/>
          <w:color w:val="000000" w:themeColor="text1"/>
        </w:rPr>
        <w:t xml:space="preserve"> </w:t>
      </w:r>
      <w:r w:rsidR="00580F6A" w:rsidRPr="00516D8C">
        <w:rPr>
          <w:rFonts w:ascii="ＭＳ Ｐゴシック" w:eastAsia="ＭＳ Ｐゴシック" w:hAnsi="ＭＳ Ｐゴシック" w:hint="eastAsia"/>
          <w:color w:val="000000" w:themeColor="text1"/>
          <w:u w:val="thick"/>
        </w:rPr>
        <w:t xml:space="preserve">　　　　　　　　　　　　　　　</w:t>
      </w:r>
      <w:r w:rsidR="00183A54" w:rsidRPr="00516D8C">
        <w:rPr>
          <w:rFonts w:ascii="ＭＳ Ｐゴシック" w:eastAsia="ＭＳ Ｐゴシック" w:hAnsi="ＭＳ Ｐゴシック"/>
          <w:color w:val="000000" w:themeColor="text1"/>
          <w:u w:val="thick"/>
        </w:rPr>
        <w:t xml:space="preserve">　　　</w:t>
      </w:r>
      <w:r w:rsidR="00580F6A" w:rsidRPr="00516D8C">
        <w:rPr>
          <w:rFonts w:ascii="ＭＳ Ｐゴシック" w:eastAsia="ＭＳ Ｐゴシック" w:hAnsi="ＭＳ Ｐゴシック" w:hint="eastAsia"/>
          <w:color w:val="000000" w:themeColor="text1"/>
          <w:u w:val="thick"/>
        </w:rPr>
        <w:t xml:space="preserve">　　　（続柄：　　　　　　）</w:t>
      </w:r>
    </w:p>
    <w:p w14:paraId="4A95CB0C" w14:textId="77777777" w:rsidR="003029B2" w:rsidRPr="00311E5D" w:rsidRDefault="003029B2" w:rsidP="00D77E4B">
      <w:pPr>
        <w:spacing w:line="240" w:lineRule="exact"/>
        <w:ind w:left="993" w:hanging="993"/>
        <w:jc w:val="left"/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</w:pPr>
    </w:p>
    <w:p w14:paraId="520C3AB4" w14:textId="0D1AAFCA" w:rsidR="00D77E4B" w:rsidRPr="00311E5D" w:rsidRDefault="00D77E4B" w:rsidP="00D77E4B">
      <w:pPr>
        <w:spacing w:line="240" w:lineRule="exact"/>
        <w:ind w:left="993" w:hanging="993"/>
        <w:jc w:val="left"/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</w:pPr>
      <w:r w:rsidRPr="00311E5D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なんらかの理由で患者さんが署名できない場合、代わりの方が患者氏名欄に記名し、ご自分の署名と続柄</w:t>
      </w:r>
      <w:r w:rsidR="00813370" w:rsidRPr="00311E5D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も</w:t>
      </w:r>
      <w:r w:rsidRPr="00311E5D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記載して下さい。</w:t>
      </w:r>
    </w:p>
    <w:p w14:paraId="44F06A0A" w14:textId="3C82AD83" w:rsidR="00D77E4B" w:rsidRPr="00311E5D" w:rsidRDefault="00D77E4B" w:rsidP="00D77E4B">
      <w:pPr>
        <w:spacing w:line="240" w:lineRule="exact"/>
        <w:ind w:left="1276" w:hanging="1134"/>
        <w:jc w:val="left"/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</w:pPr>
      <w:r w:rsidRPr="00311E5D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代諾者（*）：</w:t>
      </w:r>
      <w:r w:rsidRPr="00311E5D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ab/>
      </w:r>
      <w:r w:rsidR="00390419" w:rsidRPr="00311E5D"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  <w:t>患者さんに十分な判断能力がな</w:t>
      </w:r>
      <w:r w:rsidR="00813370" w:rsidRPr="00311E5D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い場合、もしくは</w:t>
      </w:r>
      <w:r w:rsidR="00390419" w:rsidRPr="00311E5D"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  <w:t>未成年者の場合</w:t>
      </w:r>
      <w:r w:rsidRPr="00311E5D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。</w:t>
      </w:r>
      <w:r w:rsidR="00813370" w:rsidRPr="00311E5D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（代諾の要件を備えた方）</w:t>
      </w:r>
    </w:p>
    <w:p w14:paraId="018A7A01" w14:textId="08832C02" w:rsidR="00813370" w:rsidRPr="00311E5D" w:rsidRDefault="00390419" w:rsidP="00813370">
      <w:pPr>
        <w:spacing w:line="240" w:lineRule="exact"/>
        <w:ind w:left="1276" w:hanging="1134"/>
        <w:jc w:val="left"/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</w:pPr>
      <w:r w:rsidRPr="00311E5D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記名者</w:t>
      </w:r>
      <w:r w:rsidRPr="00311E5D"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  <w:t>（**）</w:t>
      </w:r>
      <w:r w:rsidR="00D77E4B" w:rsidRPr="00311E5D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：</w:t>
      </w:r>
      <w:r w:rsidR="00D77E4B" w:rsidRPr="00311E5D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ab/>
        <w:t>患者さんに判断能力</w:t>
      </w:r>
      <w:r w:rsidR="00813370" w:rsidRPr="00311E5D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は</w:t>
      </w:r>
      <w:r w:rsidR="00D77E4B" w:rsidRPr="00311E5D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あ</w:t>
      </w:r>
      <w:r w:rsidR="00813370" w:rsidRPr="00311E5D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るが、ご自身で</w:t>
      </w:r>
      <w:r w:rsidR="00D77E4B" w:rsidRPr="00311E5D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署名ができない場合。</w:t>
      </w:r>
    </w:p>
    <w:p w14:paraId="58D66E71" w14:textId="63B763E6" w:rsidR="00390419" w:rsidRPr="00311E5D" w:rsidRDefault="00813370" w:rsidP="00813370">
      <w:pPr>
        <w:spacing w:line="240" w:lineRule="exact"/>
        <w:ind w:left="1276" w:hanging="1134"/>
        <w:jc w:val="left"/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</w:pPr>
      <w:r w:rsidRPr="00311E5D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同席者（***）：</w:t>
      </w:r>
      <w:r w:rsidRPr="00311E5D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ab/>
      </w:r>
      <w:r w:rsidR="00653689" w:rsidRPr="00311E5D"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  <w:t>患者さんの他に</w:t>
      </w:r>
      <w:r w:rsidR="00390419" w:rsidRPr="00311E5D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同席者の</w:t>
      </w:r>
      <w:r w:rsidR="00D668F4" w:rsidRPr="00311E5D"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  <w:t>方の</w:t>
      </w:r>
      <w:r w:rsidR="00390419" w:rsidRPr="00311E5D"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  <w:t>署名が必要</w:t>
      </w:r>
      <w:r w:rsidR="00653689" w:rsidRPr="00311E5D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な</w:t>
      </w:r>
      <w:r w:rsidRPr="00311E5D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診療行為の</w:t>
      </w:r>
      <w:r w:rsidR="00653689" w:rsidRPr="00311E5D"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  <w:t>場合</w:t>
      </w:r>
      <w:r w:rsidR="00D668F4" w:rsidRPr="00311E5D"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  <w:t>。</w:t>
      </w:r>
    </w:p>
    <w:sectPr w:rsidR="00390419" w:rsidRPr="00311E5D" w:rsidSect="00EF4477">
      <w:pgSz w:w="11900" w:h="16840"/>
      <w:pgMar w:top="1134" w:right="1246" w:bottom="851" w:left="1156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角ゴ ProN W3">
    <w:altName w:val="ＭＳ ゴシック"/>
    <w:charset w:val="80"/>
    <w:family w:val="swiss"/>
    <w:pitch w:val="variable"/>
    <w:sig w:usb0="00000000" w:usb1="7AC7FFFF" w:usb2="00000012" w:usb3="00000000" w:csb0="0002000D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CD180D"/>
    <w:multiLevelType w:val="hybridMultilevel"/>
    <w:tmpl w:val="34342F50"/>
    <w:lvl w:ilvl="0" w:tplc="96C8E956">
      <w:numFmt w:val="bullet"/>
      <w:lvlText w:val=""/>
      <w:lvlJc w:val="left"/>
      <w:pPr>
        <w:ind w:left="840" w:hanging="360"/>
      </w:pPr>
      <w:rPr>
        <w:rFonts w:ascii="Wingdings" w:eastAsia="ＭＳ Ｐゴシック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42F"/>
    <w:rsid w:val="00027F6C"/>
    <w:rsid w:val="00047613"/>
    <w:rsid w:val="00080890"/>
    <w:rsid w:val="000C4FEF"/>
    <w:rsid w:val="000F5E2C"/>
    <w:rsid w:val="000F61CC"/>
    <w:rsid w:val="000F6346"/>
    <w:rsid w:val="000F6E45"/>
    <w:rsid w:val="00100926"/>
    <w:rsid w:val="001177B5"/>
    <w:rsid w:val="00132D56"/>
    <w:rsid w:val="00142D05"/>
    <w:rsid w:val="00144201"/>
    <w:rsid w:val="00174574"/>
    <w:rsid w:val="00175B6F"/>
    <w:rsid w:val="00183A54"/>
    <w:rsid w:val="001A1A5E"/>
    <w:rsid w:val="001E3AFE"/>
    <w:rsid w:val="00216F28"/>
    <w:rsid w:val="00223ACF"/>
    <w:rsid w:val="00225312"/>
    <w:rsid w:val="002372F5"/>
    <w:rsid w:val="0029080E"/>
    <w:rsid w:val="002A3388"/>
    <w:rsid w:val="002D29AE"/>
    <w:rsid w:val="002D5B77"/>
    <w:rsid w:val="00300EA4"/>
    <w:rsid w:val="003029B2"/>
    <w:rsid w:val="00311E5D"/>
    <w:rsid w:val="003125D8"/>
    <w:rsid w:val="00317C32"/>
    <w:rsid w:val="003330B9"/>
    <w:rsid w:val="00390419"/>
    <w:rsid w:val="00394A48"/>
    <w:rsid w:val="0039500F"/>
    <w:rsid w:val="003A2EB9"/>
    <w:rsid w:val="003C7B0E"/>
    <w:rsid w:val="003D315C"/>
    <w:rsid w:val="003D65C4"/>
    <w:rsid w:val="003D677B"/>
    <w:rsid w:val="003E5D9B"/>
    <w:rsid w:val="00406E86"/>
    <w:rsid w:val="004201FF"/>
    <w:rsid w:val="00423F0B"/>
    <w:rsid w:val="004A7174"/>
    <w:rsid w:val="004B70EF"/>
    <w:rsid w:val="004D0E9B"/>
    <w:rsid w:val="004E7E20"/>
    <w:rsid w:val="00500CD0"/>
    <w:rsid w:val="005036F5"/>
    <w:rsid w:val="00505B55"/>
    <w:rsid w:val="00516D8C"/>
    <w:rsid w:val="00527366"/>
    <w:rsid w:val="005333DC"/>
    <w:rsid w:val="00535C1C"/>
    <w:rsid w:val="00544C6D"/>
    <w:rsid w:val="00580F6A"/>
    <w:rsid w:val="00582965"/>
    <w:rsid w:val="00593B0D"/>
    <w:rsid w:val="005B7D5F"/>
    <w:rsid w:val="005E4B85"/>
    <w:rsid w:val="00602C28"/>
    <w:rsid w:val="00621883"/>
    <w:rsid w:val="006226CF"/>
    <w:rsid w:val="00651EF1"/>
    <w:rsid w:val="00653689"/>
    <w:rsid w:val="00684738"/>
    <w:rsid w:val="00686FBD"/>
    <w:rsid w:val="006957A3"/>
    <w:rsid w:val="006A1B9E"/>
    <w:rsid w:val="006B244B"/>
    <w:rsid w:val="006B2621"/>
    <w:rsid w:val="006B4F9A"/>
    <w:rsid w:val="006B63A8"/>
    <w:rsid w:val="00703492"/>
    <w:rsid w:val="00723819"/>
    <w:rsid w:val="00726838"/>
    <w:rsid w:val="0074540A"/>
    <w:rsid w:val="0078052A"/>
    <w:rsid w:val="007818EC"/>
    <w:rsid w:val="007C2DDB"/>
    <w:rsid w:val="007E62AF"/>
    <w:rsid w:val="00813370"/>
    <w:rsid w:val="00824506"/>
    <w:rsid w:val="00825A6E"/>
    <w:rsid w:val="00834C94"/>
    <w:rsid w:val="00873F64"/>
    <w:rsid w:val="008759E5"/>
    <w:rsid w:val="00882340"/>
    <w:rsid w:val="008A3E27"/>
    <w:rsid w:val="008F00DC"/>
    <w:rsid w:val="00910CB7"/>
    <w:rsid w:val="0092657F"/>
    <w:rsid w:val="009C0C73"/>
    <w:rsid w:val="009C0E34"/>
    <w:rsid w:val="009C4BBC"/>
    <w:rsid w:val="009E3D60"/>
    <w:rsid w:val="00A02F0B"/>
    <w:rsid w:val="00A202B7"/>
    <w:rsid w:val="00A4518A"/>
    <w:rsid w:val="00A77BDE"/>
    <w:rsid w:val="00A805F0"/>
    <w:rsid w:val="00AB06B2"/>
    <w:rsid w:val="00AC2D67"/>
    <w:rsid w:val="00AE5B29"/>
    <w:rsid w:val="00B22ACD"/>
    <w:rsid w:val="00B242A9"/>
    <w:rsid w:val="00B84C53"/>
    <w:rsid w:val="00B862ED"/>
    <w:rsid w:val="00BB75BA"/>
    <w:rsid w:val="00C01F29"/>
    <w:rsid w:val="00C173A0"/>
    <w:rsid w:val="00C2242F"/>
    <w:rsid w:val="00C47876"/>
    <w:rsid w:val="00C614C3"/>
    <w:rsid w:val="00C818E7"/>
    <w:rsid w:val="00CE7AC2"/>
    <w:rsid w:val="00CF5F16"/>
    <w:rsid w:val="00D10EBD"/>
    <w:rsid w:val="00D3580F"/>
    <w:rsid w:val="00D60930"/>
    <w:rsid w:val="00D668F4"/>
    <w:rsid w:val="00D77E4B"/>
    <w:rsid w:val="00DA5654"/>
    <w:rsid w:val="00DC7E82"/>
    <w:rsid w:val="00DE0E6E"/>
    <w:rsid w:val="00E26CD9"/>
    <w:rsid w:val="00E30CE8"/>
    <w:rsid w:val="00E45367"/>
    <w:rsid w:val="00E70459"/>
    <w:rsid w:val="00E8706E"/>
    <w:rsid w:val="00E87687"/>
    <w:rsid w:val="00ED2BE9"/>
    <w:rsid w:val="00EF4477"/>
    <w:rsid w:val="00F04972"/>
    <w:rsid w:val="00F109EE"/>
    <w:rsid w:val="00F22D78"/>
    <w:rsid w:val="00F70C08"/>
    <w:rsid w:val="00F751C2"/>
    <w:rsid w:val="00F87155"/>
    <w:rsid w:val="00FB7CCC"/>
    <w:rsid w:val="00FF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56A145"/>
  <w14:defaultImageDpi w14:val="300"/>
  <w15:docId w15:val="{012B91FD-13F0-4316-9F24-33EF17229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E0E6E"/>
    <w:pPr>
      <w:keepNext/>
      <w:jc w:val="left"/>
      <w:outlineLvl w:val="0"/>
    </w:pPr>
    <w:rPr>
      <w:rFonts w:ascii="Arial" w:eastAsiaTheme="majorEastAsia" w:hAnsi="Arial" w:cs="Arial"/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0E6E"/>
    <w:rPr>
      <w:rFonts w:ascii="Arial" w:eastAsiaTheme="majorEastAsia" w:hAnsi="Arial" w:cs="Arial"/>
      <w:b/>
      <w:sz w:val="32"/>
      <w:szCs w:val="32"/>
    </w:rPr>
  </w:style>
  <w:style w:type="paragraph" w:customStyle="1" w:styleId="midashi">
    <w:name w:val="midashi"/>
    <w:basedOn w:val="a"/>
    <w:autoRedefine/>
    <w:qFormat/>
    <w:rsid w:val="00DE0E6E"/>
    <w:pPr>
      <w:jc w:val="left"/>
    </w:pPr>
    <w:rPr>
      <w:rFonts w:ascii="Times New Roman" w:eastAsia="Arial" w:hAnsi="Times New Roman" w:cs="Times New Roman"/>
      <w:b/>
      <w:sz w:val="32"/>
    </w:rPr>
  </w:style>
  <w:style w:type="paragraph" w:customStyle="1" w:styleId="Midashi0">
    <w:name w:val="Midashi"/>
    <w:basedOn w:val="a"/>
    <w:autoRedefine/>
    <w:qFormat/>
    <w:rsid w:val="00DE0E6E"/>
    <w:rPr>
      <w:rFonts w:eastAsia="Arial"/>
      <w:b/>
      <w:sz w:val="32"/>
    </w:rPr>
  </w:style>
  <w:style w:type="paragraph" w:styleId="a3">
    <w:name w:val="List Paragraph"/>
    <w:basedOn w:val="a"/>
    <w:uiPriority w:val="34"/>
    <w:qFormat/>
    <w:rsid w:val="00580F6A"/>
    <w:pPr>
      <w:ind w:leftChars="400" w:left="960"/>
    </w:pPr>
  </w:style>
  <w:style w:type="paragraph" w:styleId="a4">
    <w:name w:val="Balloon Text"/>
    <w:basedOn w:val="a"/>
    <w:link w:val="a5"/>
    <w:uiPriority w:val="99"/>
    <w:semiHidden/>
    <w:unhideWhenUsed/>
    <w:rsid w:val="003D315C"/>
    <w:rPr>
      <w:rFonts w:ascii="ヒラギノ角ゴ ProN W3" w:eastAsia="ヒラギノ角ゴ ProN W3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D315C"/>
    <w:rPr>
      <w:rFonts w:ascii="ヒラギノ角ゴ ProN W3" w:eastAsia="ヒラギノ角ゴ ProN W3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3D65C4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3D65C4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3D65C4"/>
  </w:style>
  <w:style w:type="paragraph" w:styleId="a9">
    <w:name w:val="annotation subject"/>
    <w:basedOn w:val="a7"/>
    <w:next w:val="a7"/>
    <w:link w:val="aa"/>
    <w:uiPriority w:val="99"/>
    <w:semiHidden/>
    <w:unhideWhenUsed/>
    <w:rsid w:val="003D65C4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3D65C4"/>
    <w:rPr>
      <w:b/>
      <w:bCs/>
    </w:rPr>
  </w:style>
  <w:style w:type="paragraph" w:styleId="ab">
    <w:name w:val="Revision"/>
    <w:hidden/>
    <w:uiPriority w:val="99"/>
    <w:semiHidden/>
    <w:rsid w:val="00302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33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0036907-F53E-478C-B37D-7EBAC54D1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F8CBC2D6.dotm</Template>
  <TotalTime>14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新潟大学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鳥谷部 真一</dc:creator>
  <cp:lastModifiedBy>平賀　智之</cp:lastModifiedBy>
  <cp:revision>12</cp:revision>
  <cp:lastPrinted>2016-02-15T10:14:00Z</cp:lastPrinted>
  <dcterms:created xsi:type="dcterms:W3CDTF">2018-05-30T01:11:00Z</dcterms:created>
  <dcterms:modified xsi:type="dcterms:W3CDTF">2019-06-19T04:32:00Z</dcterms:modified>
</cp:coreProperties>
</file>